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8E40" w14:textId="77777777" w:rsidR="007A3309" w:rsidRDefault="007A3309" w:rsidP="00293605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23FFF34E" w14:textId="18633F35" w:rsidR="006B625C" w:rsidRPr="00D12024" w:rsidRDefault="002A1BD8" w:rsidP="00293605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  <w:lang w:val="en-US"/>
        </w:rPr>
      </w:pPr>
      <w:proofErr w:type="spellStart"/>
      <w:r w:rsidRPr="00D12024">
        <w:rPr>
          <w:rFonts w:ascii="Helvetica Neue Thin" w:hAnsi="Helvetica Neue Thin"/>
          <w:b/>
          <w:bCs/>
          <w:i/>
          <w:iCs/>
          <w:color w:val="0C2240"/>
          <w:sz w:val="24"/>
          <w:szCs w:val="24"/>
          <w:lang w:val="en-US"/>
        </w:rPr>
        <w:t>Über</w:t>
      </w:r>
      <w:proofErr w:type="spellEnd"/>
      <w:r w:rsidR="006B625C" w:rsidRPr="00D12024">
        <w:rPr>
          <w:rFonts w:ascii="Helvetica Neue Thin" w:hAnsi="Helvetica Neue Thin"/>
          <w:b/>
          <w:bCs/>
          <w:i/>
          <w:iCs/>
          <w:color w:val="0C2240"/>
          <w:sz w:val="24"/>
          <w:szCs w:val="24"/>
          <w:lang w:val="en-US"/>
        </w:rPr>
        <w:t xml:space="preserve"> you</w:t>
      </w:r>
    </w:p>
    <w:p w14:paraId="19E6977F" w14:textId="3E4EA1C7" w:rsidR="006B625C" w:rsidRPr="00D12024" w:rsidRDefault="006B625C" w:rsidP="00293605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  <w:lang w:val="en-US"/>
        </w:rPr>
      </w:pPr>
    </w:p>
    <w:p w14:paraId="65D958DA" w14:textId="652DADFC" w:rsidR="006B625C" w:rsidRDefault="006B625C" w:rsidP="006B625C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 w:rsidRPr="00142B88">
        <w:rPr>
          <w:rFonts w:ascii="Helvetica Neue Thin" w:hAnsi="Helvetica Neue Thin"/>
          <w:color w:val="0C2240"/>
          <w:sz w:val="24"/>
          <w:szCs w:val="24"/>
        </w:rPr>
        <w:t>you wurde im Januar 2013 als Schipper Company gegründet und beschäftigt a</w:t>
      </w:r>
      <w:r>
        <w:rPr>
          <w:rFonts w:ascii="Helvetica Neue Thin" w:hAnsi="Helvetica Neue Thin"/>
          <w:color w:val="0C2240"/>
          <w:sz w:val="24"/>
          <w:szCs w:val="24"/>
        </w:rPr>
        <w:t xml:space="preserve">m </w:t>
      </w:r>
      <w:r w:rsidRPr="00142B88">
        <w:rPr>
          <w:rFonts w:ascii="Helvetica Neue Thin" w:hAnsi="Helvetica Neue Thin"/>
          <w:color w:val="0C2240"/>
          <w:sz w:val="24"/>
          <w:szCs w:val="24"/>
        </w:rPr>
        <w:t xml:space="preserve">Standort Hamburg knapp 120 </w:t>
      </w:r>
      <w:proofErr w:type="spellStart"/>
      <w:proofErr w:type="gramStart"/>
      <w:r w:rsidRPr="00142B88">
        <w:rPr>
          <w:rFonts w:ascii="Helvetica Neue Thin" w:hAnsi="Helvetica Neue Thin"/>
          <w:color w:val="0C2240"/>
          <w:sz w:val="24"/>
          <w:szCs w:val="24"/>
        </w:rPr>
        <w:t>Mitarbeiter</w:t>
      </w:r>
      <w:r>
        <w:rPr>
          <w:rFonts w:ascii="Helvetica Neue Thin" w:hAnsi="Helvetica Neue Thin"/>
          <w:color w:val="0C2240"/>
          <w:sz w:val="24"/>
          <w:szCs w:val="24"/>
        </w:rPr>
        <w:t>:innen</w:t>
      </w:r>
      <w:proofErr w:type="spellEnd"/>
      <w:proofErr w:type="gramEnd"/>
      <w:r w:rsidRPr="00142B88">
        <w:rPr>
          <w:rFonts w:ascii="Helvetica Neue Thin" w:hAnsi="Helvetica Neue Thin"/>
          <w:color w:val="0C2240"/>
          <w:sz w:val="24"/>
          <w:szCs w:val="24"/>
        </w:rPr>
        <w:t>. Die Agentur bietet Kommunikation mit den Schwerpunkten Markenkommunikation, CRM und Online. Unterstützt wird der langjährige Ex-BBDO-Gesellschafter und CEO Michael Schipper von Frank Bannöhr (CCO) und Insa Maehl (COO). Die Agentur schaffte es bereits im sechsten Jahr nach Gründung unter die</w:t>
      </w:r>
      <w:r>
        <w:rPr>
          <w:rFonts w:ascii="Helvetica Neue Thin" w:hAnsi="Helvetica Neue Thin"/>
          <w:color w:val="0C2240"/>
          <w:sz w:val="24"/>
          <w:szCs w:val="24"/>
        </w:rPr>
        <w:t xml:space="preserve"> </w:t>
      </w:r>
      <w:r w:rsidRPr="00142B88">
        <w:rPr>
          <w:rFonts w:ascii="Helvetica Neue Thin" w:hAnsi="Helvetica Neue Thin"/>
          <w:color w:val="0C2240"/>
          <w:sz w:val="24"/>
          <w:szCs w:val="24"/>
        </w:rPr>
        <w:t xml:space="preserve">Top 25 der inhabergeführten Kommunikationsagenturen Deutschlands. Kunden sind unter anderem: dm-drogerie markt GmbH, </w:t>
      </w:r>
      <w:r w:rsidR="00D21A0D" w:rsidRPr="00142B88">
        <w:rPr>
          <w:rFonts w:ascii="Helvetica Neue Thin" w:hAnsi="Helvetica Neue Thin"/>
          <w:color w:val="0C2240"/>
          <w:sz w:val="24"/>
          <w:szCs w:val="24"/>
        </w:rPr>
        <w:t xml:space="preserve">brand eins Medien AG, </w:t>
      </w:r>
      <w:proofErr w:type="spellStart"/>
      <w:r w:rsidRPr="00142B88">
        <w:rPr>
          <w:rFonts w:ascii="Helvetica Neue Thin" w:hAnsi="Helvetica Neue Thin"/>
          <w:color w:val="0C2240"/>
          <w:sz w:val="24"/>
          <w:szCs w:val="24"/>
        </w:rPr>
        <w:t>entega</w:t>
      </w:r>
      <w:proofErr w:type="spellEnd"/>
      <w:r w:rsidRPr="00142B88">
        <w:rPr>
          <w:rFonts w:ascii="Helvetica Neue Thin" w:hAnsi="Helvetica Neue Thin"/>
          <w:color w:val="0C2240"/>
          <w:sz w:val="24"/>
          <w:szCs w:val="24"/>
        </w:rPr>
        <w:t xml:space="preserve"> AG, EUROPA VERSICHERUNGEN AG, Das Futterhaus, Geers Hörakustik GmbH, Hamburg Tourismus, Hymer GmbH, Kodak GmbH, MEDA Küchenmärkte GmbH, Regionique GmbH, ROLLER</w:t>
      </w:r>
      <w:r>
        <w:rPr>
          <w:rFonts w:ascii="Helvetica Neue Thin" w:hAnsi="Helvetica Neue Thin"/>
          <w:color w:val="0C2240"/>
          <w:sz w:val="24"/>
          <w:szCs w:val="24"/>
        </w:rPr>
        <w:t xml:space="preserve"> </w:t>
      </w:r>
      <w:r w:rsidRPr="00142B88">
        <w:rPr>
          <w:rFonts w:ascii="Helvetica Neue Thin" w:hAnsi="Helvetica Neue Thin"/>
          <w:color w:val="0C2240"/>
          <w:sz w:val="24"/>
          <w:szCs w:val="24"/>
        </w:rPr>
        <w:t xml:space="preserve">GmbH, </w:t>
      </w:r>
      <w:proofErr w:type="spellStart"/>
      <w:r w:rsidRPr="00142B88">
        <w:rPr>
          <w:rFonts w:ascii="Helvetica Neue Thin" w:hAnsi="Helvetica Neue Thin"/>
          <w:color w:val="0C2240"/>
          <w:sz w:val="24"/>
          <w:szCs w:val="24"/>
        </w:rPr>
        <w:t>Unicaps</w:t>
      </w:r>
      <w:proofErr w:type="spellEnd"/>
      <w:r w:rsidRPr="00142B88">
        <w:rPr>
          <w:rFonts w:ascii="Helvetica Neue Thin" w:hAnsi="Helvetica Neue Thin"/>
          <w:color w:val="0C2240"/>
          <w:sz w:val="24"/>
          <w:szCs w:val="24"/>
        </w:rPr>
        <w:t xml:space="preserve"> GmbH.</w:t>
      </w:r>
    </w:p>
    <w:p w14:paraId="247886F2" w14:textId="3EDDC90E" w:rsidR="007A3309" w:rsidRDefault="007A3309" w:rsidP="006B625C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5D770170" w14:textId="77777777" w:rsidR="007A3309" w:rsidRPr="00142B88" w:rsidRDefault="007A3309" w:rsidP="006B625C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69A1236F" w14:textId="77777777" w:rsidR="006B625C" w:rsidRPr="006B625C" w:rsidRDefault="006B625C" w:rsidP="00293605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</w:pPr>
    </w:p>
    <w:p w14:paraId="32A7D3BE" w14:textId="2B540D3B" w:rsidR="00D21A0D" w:rsidRDefault="00D21A0D" w:rsidP="00D21A0D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</w:pPr>
      <w:r w:rsidRPr="00D21A0D"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>Über M</w:t>
      </w:r>
      <w:r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>i</w:t>
      </w:r>
      <w:r w:rsidRPr="00D21A0D"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>chael Schipper</w:t>
      </w:r>
    </w:p>
    <w:p w14:paraId="528C596A" w14:textId="02A488E5" w:rsidR="00D21A0D" w:rsidRDefault="00D21A0D" w:rsidP="00D21A0D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768F8EA4" w14:textId="2582AA5A" w:rsidR="00D21A0D" w:rsidRDefault="00B17A87" w:rsidP="00D21A0D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t>Als</w:t>
      </w:r>
      <w:r w:rsidR="00D21A0D" w:rsidRPr="00837E27">
        <w:rPr>
          <w:rFonts w:ascii="Helvetica Neue Thin" w:hAnsi="Helvetica Neue Thin"/>
          <w:color w:val="0C2240"/>
          <w:sz w:val="24"/>
          <w:szCs w:val="24"/>
        </w:rPr>
        <w:t xml:space="preserve"> langjährige</w:t>
      </w:r>
      <w:r>
        <w:rPr>
          <w:rFonts w:ascii="Helvetica Neue Thin" w:hAnsi="Helvetica Neue Thin"/>
          <w:color w:val="0C2240"/>
          <w:sz w:val="24"/>
          <w:szCs w:val="24"/>
        </w:rPr>
        <w:t>r</w:t>
      </w:r>
      <w:r w:rsidR="00D21A0D" w:rsidRPr="00837E27">
        <w:rPr>
          <w:rFonts w:ascii="Helvetica Neue Thin" w:hAnsi="Helvetica Neue Thin"/>
          <w:color w:val="0C2240"/>
          <w:sz w:val="24"/>
          <w:szCs w:val="24"/>
        </w:rPr>
        <w:t xml:space="preserve"> BBDO-Proximity-COO</w:t>
      </w:r>
      <w:r>
        <w:rPr>
          <w:rFonts w:ascii="Helvetica Neue Thin" w:hAnsi="Helvetica Neue Thin"/>
          <w:color w:val="0C2240"/>
          <w:sz w:val="24"/>
          <w:szCs w:val="24"/>
        </w:rPr>
        <w:t xml:space="preserve"> gründete Michael Schipper </w:t>
      </w:r>
      <w:r w:rsidR="00D21A0D" w:rsidRPr="00837E27">
        <w:rPr>
          <w:rFonts w:ascii="Helvetica Neue Thin" w:hAnsi="Helvetica Neue Thin"/>
          <w:color w:val="0C2240"/>
          <w:sz w:val="24"/>
          <w:szCs w:val="24"/>
        </w:rPr>
        <w:t xml:space="preserve">Anfang 2013 </w:t>
      </w:r>
      <w:r>
        <w:rPr>
          <w:rFonts w:ascii="Helvetica Neue Thin" w:hAnsi="Helvetica Neue Thin"/>
          <w:color w:val="0C2240"/>
          <w:sz w:val="24"/>
          <w:szCs w:val="24"/>
        </w:rPr>
        <w:t xml:space="preserve">die Agentur </w:t>
      </w:r>
      <w:r w:rsidRPr="002A1BD8">
        <w:rPr>
          <w:rFonts w:ascii="Helvetica Neue Thin" w:hAnsi="Helvetica Neue Thin"/>
          <w:color w:val="0C2240"/>
          <w:sz w:val="24"/>
          <w:szCs w:val="24"/>
        </w:rPr>
        <w:t>Schipp</w:t>
      </w:r>
      <w:r w:rsidR="002319CF" w:rsidRPr="002A1BD8">
        <w:rPr>
          <w:rFonts w:ascii="Helvetica Neue Thin" w:hAnsi="Helvetica Neue Thin"/>
          <w:color w:val="0C2240"/>
          <w:sz w:val="24"/>
          <w:szCs w:val="24"/>
        </w:rPr>
        <w:t>er</w:t>
      </w:r>
      <w:r w:rsidRPr="002A1BD8">
        <w:rPr>
          <w:rFonts w:ascii="Helvetica Neue Thin" w:hAnsi="Helvetica Neue Thin"/>
          <w:color w:val="0C2240"/>
          <w:sz w:val="24"/>
          <w:szCs w:val="24"/>
        </w:rPr>
        <w:t xml:space="preserve"> Company</w:t>
      </w:r>
      <w:r w:rsidR="00120C5E">
        <w:rPr>
          <w:rFonts w:ascii="Helvetica Neue Thin" w:hAnsi="Helvetica Neue Thin"/>
          <w:color w:val="0C2240"/>
          <w:sz w:val="24"/>
          <w:szCs w:val="24"/>
        </w:rPr>
        <w:t xml:space="preserve"> und beschäftigte </w:t>
      </w:r>
      <w:r>
        <w:rPr>
          <w:rFonts w:ascii="Helvetica Neue Thin" w:hAnsi="Helvetica Neue Thin"/>
          <w:color w:val="0C2240"/>
          <w:sz w:val="24"/>
          <w:szCs w:val="24"/>
        </w:rPr>
        <w:t xml:space="preserve">zunächst an zwei Standorten, in Hamburg und Frankfurt, 55 </w:t>
      </w:r>
      <w:proofErr w:type="spellStart"/>
      <w:proofErr w:type="gramStart"/>
      <w:r>
        <w:rPr>
          <w:rFonts w:ascii="Helvetica Neue Thin" w:hAnsi="Helvetica Neue Thin"/>
          <w:color w:val="0C2240"/>
          <w:sz w:val="24"/>
          <w:szCs w:val="24"/>
        </w:rPr>
        <w:t>Mitarbeiter:innen</w:t>
      </w:r>
      <w:proofErr w:type="spellEnd"/>
      <w:proofErr w:type="gramEnd"/>
      <w:r>
        <w:rPr>
          <w:rFonts w:ascii="Helvetica Neue Thin" w:hAnsi="Helvetica Neue Thin"/>
          <w:color w:val="0C2240"/>
          <w:sz w:val="24"/>
          <w:szCs w:val="24"/>
        </w:rPr>
        <w:t xml:space="preserve">. </w:t>
      </w:r>
      <w:r w:rsidR="002319CF">
        <w:rPr>
          <w:rFonts w:ascii="Helvetica Neue Thin" w:hAnsi="Helvetica Neue Thin"/>
          <w:color w:val="0C2240"/>
          <w:sz w:val="24"/>
          <w:szCs w:val="24"/>
        </w:rPr>
        <w:t xml:space="preserve">Mittlerweile hat sich die Zahl mehr als verdoppelt </w:t>
      </w:r>
      <w:r w:rsidR="00781D07">
        <w:rPr>
          <w:rFonts w:ascii="Helvetica Neue Thin" w:hAnsi="Helvetica Neue Thin"/>
          <w:color w:val="0C2240"/>
          <w:sz w:val="24"/>
          <w:szCs w:val="24"/>
        </w:rPr>
        <w:t xml:space="preserve">und der Hauptsitz in Hamburg etabliert. </w:t>
      </w:r>
      <w:r w:rsidR="00120C5E">
        <w:rPr>
          <w:rFonts w:ascii="Helvetica Neue Thin" w:hAnsi="Helvetica Neue Thin"/>
          <w:color w:val="0C2240"/>
          <w:sz w:val="24"/>
          <w:szCs w:val="24"/>
        </w:rPr>
        <w:t xml:space="preserve">Was </w:t>
      </w:r>
      <w:r w:rsidR="00781D07">
        <w:rPr>
          <w:rFonts w:ascii="Helvetica Neue Thin" w:hAnsi="Helvetica Neue Thin"/>
          <w:color w:val="0C2240"/>
          <w:sz w:val="24"/>
          <w:szCs w:val="24"/>
        </w:rPr>
        <w:t>Michael Schipper</w:t>
      </w:r>
      <w:r w:rsidR="00120C5E">
        <w:rPr>
          <w:rFonts w:ascii="Helvetica Neue Thin" w:hAnsi="Helvetica Neue Thin"/>
          <w:color w:val="0C2240"/>
          <w:sz w:val="24"/>
          <w:szCs w:val="24"/>
        </w:rPr>
        <w:t xml:space="preserve"> auszeichnet ist seine menschliche Ader und die Art und Weise, wie er Menschen </w:t>
      </w:r>
      <w:r w:rsidR="00781D07">
        <w:rPr>
          <w:rFonts w:ascii="Helvetica Neue Thin" w:hAnsi="Helvetica Neue Thin"/>
          <w:color w:val="0C2240"/>
          <w:sz w:val="24"/>
          <w:szCs w:val="24"/>
        </w:rPr>
        <w:t xml:space="preserve">bindet und </w:t>
      </w:r>
      <w:r w:rsidR="00D12024">
        <w:rPr>
          <w:rFonts w:ascii="Helvetica Neue Thin" w:hAnsi="Helvetica Neue Thin"/>
          <w:color w:val="0C2240"/>
          <w:sz w:val="24"/>
          <w:szCs w:val="24"/>
        </w:rPr>
        <w:t>i</w:t>
      </w:r>
      <w:r w:rsidR="00781D07">
        <w:rPr>
          <w:rFonts w:ascii="Helvetica Neue Thin" w:hAnsi="Helvetica Neue Thin"/>
          <w:color w:val="0C2240"/>
          <w:sz w:val="24"/>
          <w:szCs w:val="24"/>
        </w:rPr>
        <w:t xml:space="preserve">hnen </w:t>
      </w:r>
      <w:r w:rsidR="00120C5E">
        <w:rPr>
          <w:rFonts w:ascii="Helvetica Neue Thin" w:hAnsi="Helvetica Neue Thin"/>
          <w:color w:val="0C2240"/>
          <w:sz w:val="24"/>
          <w:szCs w:val="24"/>
        </w:rPr>
        <w:t xml:space="preserve">Aufmerksamkeit schenkt. </w:t>
      </w:r>
      <w:proofErr w:type="spellStart"/>
      <w:r w:rsidR="002319CF" w:rsidRPr="00837E27">
        <w:rPr>
          <w:rFonts w:ascii="Helvetica Neue Thin" w:hAnsi="Helvetica Neue Thin"/>
          <w:color w:val="0C2240"/>
          <w:sz w:val="24"/>
          <w:szCs w:val="24"/>
        </w:rPr>
        <w:t>Mitarbeiter</w:t>
      </w:r>
      <w:r w:rsidR="002319CF">
        <w:rPr>
          <w:rFonts w:ascii="Helvetica Neue Thin" w:hAnsi="Helvetica Neue Thin"/>
          <w:color w:val="0C2240"/>
          <w:sz w:val="24"/>
          <w:szCs w:val="24"/>
        </w:rPr>
        <w:t>:innen</w:t>
      </w:r>
      <w:proofErr w:type="spellEnd"/>
      <w:r w:rsidR="002319CF" w:rsidRPr="00837E27">
        <w:rPr>
          <w:rFonts w:ascii="Helvetica Neue Thin" w:hAnsi="Helvetica Neue Thin"/>
          <w:color w:val="0C2240"/>
          <w:sz w:val="24"/>
          <w:szCs w:val="24"/>
        </w:rPr>
        <w:t>- und Kundenzufriedenheit sind ihm die wichtigsten Ziele für die Zukunf</w:t>
      </w:r>
      <w:r w:rsidR="002319CF">
        <w:rPr>
          <w:rFonts w:ascii="Helvetica Neue Thin" w:hAnsi="Helvetica Neue Thin"/>
          <w:color w:val="0C2240"/>
          <w:sz w:val="24"/>
          <w:szCs w:val="24"/>
        </w:rPr>
        <w:t>t und danach ausgerichtet, soll auch das Agenturgeschäft laufen – nah und orientiert am Menschen. Diese Werte sind charakteristisch für Michael Schipper</w:t>
      </w:r>
      <w:r w:rsidR="00D21A0D" w:rsidRPr="00837E27">
        <w:rPr>
          <w:rFonts w:ascii="Helvetica Neue Thin" w:hAnsi="Helvetica Neue Thin"/>
          <w:color w:val="0C2240"/>
          <w:sz w:val="24"/>
          <w:szCs w:val="24"/>
        </w:rPr>
        <w:t xml:space="preserve"> und hat vielleicht auch seinen Gründungskunden </w:t>
      </w:r>
      <w:r w:rsidR="00933D6F">
        <w:rPr>
          <w:rFonts w:ascii="Helvetica Neue Thin" w:hAnsi="Helvetica Neue Thin"/>
          <w:color w:val="0C2240"/>
          <w:sz w:val="24"/>
          <w:szCs w:val="24"/>
        </w:rPr>
        <w:t>dm</w:t>
      </w:r>
      <w:r w:rsidR="00D21A0D" w:rsidRPr="00837E27">
        <w:rPr>
          <w:rFonts w:ascii="Helvetica Neue Thin" w:hAnsi="Helvetica Neue Thin"/>
          <w:color w:val="0C2240"/>
          <w:sz w:val="24"/>
          <w:szCs w:val="24"/>
        </w:rPr>
        <w:t xml:space="preserve"> um Götz Werner </w:t>
      </w:r>
      <w:r w:rsidR="002319CF">
        <w:rPr>
          <w:rFonts w:ascii="Helvetica Neue Thin" w:hAnsi="Helvetica Neue Thin"/>
          <w:color w:val="0C2240"/>
          <w:sz w:val="24"/>
          <w:szCs w:val="24"/>
        </w:rPr>
        <w:t xml:space="preserve">damals </w:t>
      </w:r>
      <w:r w:rsidR="00D21A0D" w:rsidRPr="00837E27">
        <w:rPr>
          <w:rFonts w:ascii="Helvetica Neue Thin" w:hAnsi="Helvetica Neue Thin"/>
          <w:color w:val="0C2240"/>
          <w:sz w:val="24"/>
          <w:szCs w:val="24"/>
        </w:rPr>
        <w:t xml:space="preserve">maßgeblich mitüberzeugt, ihm den Kommunikationsetat der Drogeriemarktkette anzuvertrauen. </w:t>
      </w:r>
    </w:p>
    <w:p w14:paraId="1ACCF142" w14:textId="7C50FFB4" w:rsidR="00F20A97" w:rsidRDefault="00F20A97" w:rsidP="00F20A97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t>Darüber hinaus beschäftigt er sich mit wirtschaftlichen sowie gesellschaftsrelevanten Themen und setzt diese</w:t>
      </w:r>
      <w:r w:rsidR="005B02C5">
        <w:rPr>
          <w:rFonts w:ascii="Helvetica Neue Thin" w:hAnsi="Helvetica Neue Thin"/>
          <w:color w:val="0C2240"/>
          <w:sz w:val="24"/>
          <w:szCs w:val="24"/>
        </w:rPr>
        <w:t xml:space="preserve"> sowohl</w:t>
      </w:r>
      <w:r>
        <w:rPr>
          <w:rFonts w:ascii="Helvetica Neue Thin" w:hAnsi="Helvetica Neue Thin"/>
          <w:color w:val="0C2240"/>
          <w:sz w:val="24"/>
          <w:szCs w:val="24"/>
        </w:rPr>
        <w:t xml:space="preserve"> in Kontext mit</w:t>
      </w:r>
      <w:r w:rsidR="005B02C5">
        <w:rPr>
          <w:rFonts w:ascii="Helvetica Neue Thin" w:hAnsi="Helvetica Neue Thin"/>
          <w:color w:val="0C2240"/>
          <w:sz w:val="24"/>
          <w:szCs w:val="24"/>
        </w:rPr>
        <w:t xml:space="preserve"> der Werbebranche, als auch mit</w:t>
      </w:r>
      <w:r>
        <w:rPr>
          <w:rFonts w:ascii="Helvetica Neue Thin" w:hAnsi="Helvetica Neue Thin"/>
          <w:color w:val="0C2240"/>
          <w:sz w:val="24"/>
          <w:szCs w:val="24"/>
        </w:rPr>
        <w:t xml:space="preserve"> seinen Kunden. In einem vor kurzem veröffentlichten </w:t>
      </w:r>
      <w:hyperlink r:id="rId8" w:history="1">
        <w:r w:rsidRPr="00F20A97">
          <w:rPr>
            <w:rStyle w:val="Hyperlink"/>
            <w:rFonts w:ascii="Helvetica Neue Thin" w:hAnsi="Helvetica Neue Thin"/>
            <w:sz w:val="24"/>
            <w:szCs w:val="24"/>
          </w:rPr>
          <w:t>Fachartikel</w:t>
        </w:r>
      </w:hyperlink>
      <w:r>
        <w:rPr>
          <w:rFonts w:ascii="Helvetica Neue Thin" w:hAnsi="Helvetica Neue Thin"/>
          <w:color w:val="0C2240"/>
          <w:sz w:val="24"/>
          <w:szCs w:val="24"/>
        </w:rPr>
        <w:t xml:space="preserve"> </w:t>
      </w:r>
      <w:r w:rsidR="005B02C5">
        <w:rPr>
          <w:rFonts w:ascii="Helvetica Neue Thin" w:hAnsi="Helvetica Neue Thin"/>
          <w:color w:val="0C2240"/>
          <w:sz w:val="24"/>
          <w:szCs w:val="24"/>
        </w:rPr>
        <w:t>präsentiert</w:t>
      </w:r>
      <w:r>
        <w:rPr>
          <w:rFonts w:ascii="Helvetica Neue Thin" w:hAnsi="Helvetica Neue Thin"/>
          <w:color w:val="0C2240"/>
          <w:sz w:val="24"/>
          <w:szCs w:val="24"/>
        </w:rPr>
        <w:t xml:space="preserve"> er fünf Thesen zum Wandel im Discount-Handel auf und </w:t>
      </w:r>
      <w:r w:rsidR="005B02C5">
        <w:rPr>
          <w:rFonts w:ascii="Helvetica Neue Thin" w:hAnsi="Helvetica Neue Thin"/>
          <w:color w:val="0C2240"/>
          <w:sz w:val="24"/>
          <w:szCs w:val="24"/>
        </w:rPr>
        <w:t xml:space="preserve">stellt </w:t>
      </w:r>
      <w:r>
        <w:rPr>
          <w:rFonts w:ascii="Helvetica Neue Thin" w:hAnsi="Helvetica Neue Thin"/>
          <w:color w:val="0C2240"/>
          <w:sz w:val="24"/>
          <w:szCs w:val="24"/>
        </w:rPr>
        <w:t>anschaulich</w:t>
      </w:r>
      <w:r w:rsidR="005B02C5">
        <w:rPr>
          <w:rFonts w:ascii="Helvetica Neue Thin" w:hAnsi="Helvetica Neue Thin"/>
          <w:color w:val="0C2240"/>
          <w:sz w:val="24"/>
          <w:szCs w:val="24"/>
        </w:rPr>
        <w:t xml:space="preserve"> dar</w:t>
      </w:r>
      <w:r>
        <w:rPr>
          <w:rFonts w:ascii="Helvetica Neue Thin" w:hAnsi="Helvetica Neue Thin"/>
          <w:color w:val="0C2240"/>
          <w:sz w:val="24"/>
          <w:szCs w:val="24"/>
        </w:rPr>
        <w:t>, wie sich Discounter krisenfest für die Zukunft aufstellen können.</w:t>
      </w:r>
    </w:p>
    <w:p w14:paraId="23518795" w14:textId="09CB1C20" w:rsidR="0064126A" w:rsidRDefault="0064126A" w:rsidP="00D21A0D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5BF78EFB" w14:textId="3FAB21CA" w:rsidR="00D12024" w:rsidRDefault="0064126A" w:rsidP="0064126A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t>Im Dreiergespann mit Frank Bannöhr (C</w:t>
      </w:r>
      <w:r w:rsidR="00F97490">
        <w:rPr>
          <w:rFonts w:ascii="Helvetica Neue Thin" w:hAnsi="Helvetica Neue Thin"/>
          <w:color w:val="0C2240"/>
          <w:sz w:val="24"/>
          <w:szCs w:val="24"/>
        </w:rPr>
        <w:t>C</w:t>
      </w:r>
      <w:r>
        <w:rPr>
          <w:rFonts w:ascii="Helvetica Neue Thin" w:hAnsi="Helvetica Neue Thin"/>
          <w:color w:val="0C2240"/>
          <w:sz w:val="24"/>
          <w:szCs w:val="24"/>
        </w:rPr>
        <w:t>O</w:t>
      </w:r>
      <w:r w:rsidR="00D12024">
        <w:rPr>
          <w:rFonts w:ascii="Helvetica Neue Thin" w:hAnsi="Helvetica Neue Thin"/>
          <w:color w:val="0C2240"/>
          <w:sz w:val="24"/>
          <w:szCs w:val="24"/>
        </w:rPr>
        <w:t xml:space="preserve"> seit 2017</w:t>
      </w:r>
      <w:r>
        <w:rPr>
          <w:rFonts w:ascii="Helvetica Neue Thin" w:hAnsi="Helvetica Neue Thin"/>
          <w:color w:val="0C2240"/>
          <w:sz w:val="24"/>
          <w:szCs w:val="24"/>
        </w:rPr>
        <w:t>)</w:t>
      </w:r>
      <w:r w:rsidR="00D12024">
        <w:rPr>
          <w:rFonts w:ascii="Helvetica Neue Thin" w:hAnsi="Helvetica Neue Thin"/>
          <w:color w:val="0C2240"/>
          <w:sz w:val="24"/>
          <w:szCs w:val="24"/>
        </w:rPr>
        <w:t xml:space="preserve"> </w:t>
      </w:r>
      <w:r>
        <w:rPr>
          <w:rFonts w:ascii="Helvetica Neue Thin" w:hAnsi="Helvetica Neue Thin"/>
          <w:color w:val="0C2240"/>
          <w:sz w:val="24"/>
          <w:szCs w:val="24"/>
        </w:rPr>
        <w:t>und Insa Maehl (COO</w:t>
      </w:r>
      <w:r w:rsidR="00D12024">
        <w:rPr>
          <w:rFonts w:ascii="Helvetica Neue Thin" w:hAnsi="Helvetica Neue Thin"/>
          <w:color w:val="0C2240"/>
          <w:sz w:val="24"/>
          <w:szCs w:val="24"/>
        </w:rPr>
        <w:t xml:space="preserve"> seit 2020</w:t>
      </w:r>
      <w:r>
        <w:rPr>
          <w:rFonts w:ascii="Helvetica Neue Thin" w:hAnsi="Helvetica Neue Thin"/>
          <w:color w:val="0C2240"/>
          <w:sz w:val="24"/>
          <w:szCs w:val="24"/>
        </w:rPr>
        <w:t xml:space="preserve">) teilt sich der Agenturgründer </w:t>
      </w:r>
      <w:r w:rsidR="008B2E0E">
        <w:rPr>
          <w:rFonts w:ascii="Helvetica Neue Thin" w:hAnsi="Helvetica Neue Thin"/>
          <w:color w:val="0C2240"/>
          <w:sz w:val="24"/>
          <w:szCs w:val="24"/>
        </w:rPr>
        <w:t xml:space="preserve">und </w:t>
      </w:r>
      <w:r w:rsidR="008B2E0E" w:rsidRPr="008469F5">
        <w:rPr>
          <w:rFonts w:ascii="Helvetica Neue Thin" w:hAnsi="Helvetica Neue Thin"/>
          <w:color w:val="0C2240"/>
          <w:sz w:val="24"/>
          <w:szCs w:val="24"/>
        </w:rPr>
        <w:t>Hamburger</w:t>
      </w:r>
      <w:r w:rsidR="008B2E0E">
        <w:rPr>
          <w:rFonts w:ascii="Helvetica Neue Thin" w:hAnsi="Helvetica Neue Thin"/>
          <w:color w:val="0C2240"/>
          <w:sz w:val="24"/>
          <w:szCs w:val="24"/>
        </w:rPr>
        <w:t xml:space="preserve"> </w:t>
      </w:r>
      <w:r>
        <w:rPr>
          <w:rFonts w:ascii="Helvetica Neue Thin" w:hAnsi="Helvetica Neue Thin"/>
          <w:color w:val="0C2240"/>
          <w:sz w:val="24"/>
          <w:szCs w:val="24"/>
        </w:rPr>
        <w:t xml:space="preserve">die </w:t>
      </w:r>
      <w:r w:rsidRPr="00A02804">
        <w:rPr>
          <w:rFonts w:ascii="Helvetica Neue Thin" w:hAnsi="Helvetica Neue Thin"/>
          <w:color w:val="0C2240"/>
          <w:sz w:val="24"/>
          <w:szCs w:val="24"/>
        </w:rPr>
        <w:t xml:space="preserve">Verantwortung </w:t>
      </w:r>
      <w:r>
        <w:rPr>
          <w:rFonts w:ascii="Helvetica Neue Thin" w:hAnsi="Helvetica Neue Thin"/>
          <w:color w:val="0C2240"/>
          <w:sz w:val="24"/>
          <w:szCs w:val="24"/>
        </w:rPr>
        <w:t xml:space="preserve">des Geschäfts und konzentriert sich verstärkt wieder auf das, warum er einst in die Werbung kam: Beraten mit Leidenschaft. </w:t>
      </w:r>
    </w:p>
    <w:p w14:paraId="10961FB1" w14:textId="1DD3A898" w:rsidR="0064126A" w:rsidRDefault="0064126A" w:rsidP="0064126A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lastRenderedPageBreak/>
        <w:t xml:space="preserve">Im Zuge der Erweiterung des Führungsteams ändert </w:t>
      </w:r>
      <w:r w:rsidRPr="00A02804">
        <w:rPr>
          <w:rFonts w:ascii="Helvetica Neue Thin" w:hAnsi="Helvetica Neue Thin"/>
          <w:color w:val="0C2240"/>
          <w:sz w:val="24"/>
          <w:szCs w:val="24"/>
        </w:rPr>
        <w:t xml:space="preserve">Schipper Company seinen Namen und wird zu </w:t>
      </w:r>
      <w:r>
        <w:rPr>
          <w:rFonts w:ascii="Helvetica Neue Thin" w:hAnsi="Helvetica Neue Thin"/>
          <w:color w:val="0C2240"/>
          <w:sz w:val="24"/>
          <w:szCs w:val="24"/>
        </w:rPr>
        <w:t>y</w:t>
      </w:r>
      <w:r w:rsidRPr="00A02804">
        <w:rPr>
          <w:rFonts w:ascii="Helvetica Neue Thin" w:hAnsi="Helvetica Neue Thin"/>
          <w:color w:val="0C2240"/>
          <w:sz w:val="24"/>
          <w:szCs w:val="24"/>
        </w:rPr>
        <w:t>ou. Das Führungsteam der Agentur will mit der Neufirmierung einerseits weg von der Fokussierung auf den Gründernamen Michael Schipper. Andererseits soll der humanistische Ansatz der Agenturphilosophie griffiger und klarer herausgestellt werden</w:t>
      </w:r>
      <w:r>
        <w:rPr>
          <w:rFonts w:ascii="Helvetica Neue Thin" w:hAnsi="Helvetica Neue Thin"/>
          <w:color w:val="0C2240"/>
          <w:sz w:val="24"/>
          <w:szCs w:val="24"/>
        </w:rPr>
        <w:t>.</w:t>
      </w:r>
    </w:p>
    <w:p w14:paraId="4E86A51B" w14:textId="77FDEB86" w:rsidR="00F20A97" w:rsidRDefault="0064126A" w:rsidP="0064126A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 w:rsidRPr="00A02804">
        <w:rPr>
          <w:rFonts w:ascii="Helvetica Neue Thin" w:hAnsi="Helvetica Neue Thin"/>
          <w:color w:val="0C2240"/>
          <w:sz w:val="24"/>
          <w:szCs w:val="24"/>
        </w:rPr>
        <w:t>„Das gelingt uns mit einem frischen und in die Zeit passenden Namen“, so Michael Schipper</w:t>
      </w:r>
      <w:r>
        <w:rPr>
          <w:rFonts w:ascii="Helvetica Neue Thin" w:hAnsi="Helvetica Neue Thin"/>
          <w:color w:val="0C2240"/>
          <w:sz w:val="24"/>
          <w:szCs w:val="24"/>
        </w:rPr>
        <w:t xml:space="preserve"> in einer offiziellen Mitteilung Mitte 2020</w:t>
      </w:r>
      <w:r w:rsidRPr="00A02804">
        <w:rPr>
          <w:rFonts w:ascii="Helvetica Neue Thin" w:hAnsi="Helvetica Neue Thin"/>
          <w:color w:val="0C2240"/>
          <w:sz w:val="24"/>
          <w:szCs w:val="24"/>
        </w:rPr>
        <w:t>. „</w:t>
      </w:r>
      <w:r>
        <w:rPr>
          <w:rFonts w:ascii="Helvetica Neue Thin" w:hAnsi="Helvetica Neue Thin"/>
          <w:color w:val="0C2240"/>
          <w:sz w:val="24"/>
          <w:szCs w:val="24"/>
        </w:rPr>
        <w:t>y</w:t>
      </w:r>
      <w:r w:rsidRPr="00A02804">
        <w:rPr>
          <w:rFonts w:ascii="Helvetica Neue Thin" w:hAnsi="Helvetica Neue Thin"/>
          <w:color w:val="0C2240"/>
          <w:sz w:val="24"/>
          <w:szCs w:val="24"/>
        </w:rPr>
        <w:t xml:space="preserve">ou interessiert sich für die ungefilterte Realität realer Menschen. Das ist für </w:t>
      </w:r>
      <w:r>
        <w:rPr>
          <w:rFonts w:ascii="Helvetica Neue Thin" w:hAnsi="Helvetica Neue Thin"/>
          <w:color w:val="0C2240"/>
          <w:sz w:val="24"/>
          <w:szCs w:val="24"/>
        </w:rPr>
        <w:t>y</w:t>
      </w:r>
      <w:r w:rsidRPr="00A02804">
        <w:rPr>
          <w:rFonts w:ascii="Helvetica Neue Thin" w:hAnsi="Helvetica Neue Thin"/>
          <w:color w:val="0C2240"/>
          <w:sz w:val="24"/>
          <w:szCs w:val="24"/>
        </w:rPr>
        <w:t>ou die Grundlage zur Entwicklung von Kommunikation.“</w:t>
      </w:r>
    </w:p>
    <w:p w14:paraId="6341657E" w14:textId="5EDF8FAD" w:rsidR="00152BA2" w:rsidRDefault="00152BA2" w:rsidP="0064126A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4197D82F" w14:textId="77777777" w:rsidR="00152BA2" w:rsidRDefault="00152BA2" w:rsidP="0064126A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1A967878" w14:textId="19985D7A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3B040A5E" w14:textId="77777777" w:rsidR="00152BA2" w:rsidRDefault="00152BA2" w:rsidP="00152BA2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</w:pPr>
      <w:r w:rsidRPr="00D21A0D"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 xml:space="preserve">Über </w:t>
      </w:r>
      <w:r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 xml:space="preserve">Frank </w:t>
      </w:r>
      <w:proofErr w:type="spellStart"/>
      <w:r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>Bannöhr</w:t>
      </w:r>
      <w:proofErr w:type="spellEnd"/>
    </w:p>
    <w:p w14:paraId="250E8CF8" w14:textId="77777777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3A42D13F" w14:textId="47B7F2D8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t xml:space="preserve">Als CCO und ADC-Mitglied ist Frank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Bannöhr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 seit</w:t>
      </w:r>
      <w:r w:rsidRPr="00C64765">
        <w:rPr>
          <w:rFonts w:ascii="Helvetica Neue Thin" w:hAnsi="Helvetica Neue Thin"/>
          <w:color w:val="0C2240"/>
          <w:sz w:val="24"/>
          <w:szCs w:val="24"/>
        </w:rPr>
        <w:t xml:space="preserve"> </w:t>
      </w:r>
      <w:r>
        <w:rPr>
          <w:rFonts w:ascii="Helvetica Neue Thin" w:hAnsi="Helvetica Neue Thin"/>
          <w:color w:val="0C2240"/>
          <w:sz w:val="24"/>
          <w:szCs w:val="24"/>
        </w:rPr>
        <w:t xml:space="preserve">Januar </w:t>
      </w:r>
      <w:r w:rsidRPr="00C64765">
        <w:rPr>
          <w:rFonts w:ascii="Helvetica Neue Thin" w:hAnsi="Helvetica Neue Thin"/>
          <w:color w:val="0C2240"/>
          <w:sz w:val="24"/>
          <w:szCs w:val="24"/>
        </w:rPr>
        <w:t xml:space="preserve">2017 für </w:t>
      </w:r>
      <w:r>
        <w:rPr>
          <w:rFonts w:ascii="Helvetica Neue Thin" w:hAnsi="Helvetica Neue Thin"/>
          <w:color w:val="0C2240"/>
          <w:sz w:val="24"/>
          <w:szCs w:val="24"/>
        </w:rPr>
        <w:t xml:space="preserve">die </w:t>
      </w:r>
      <w:r w:rsidRPr="00C64765">
        <w:rPr>
          <w:rFonts w:ascii="Helvetica Neue Thin" w:hAnsi="Helvetica Neue Thin"/>
          <w:color w:val="0C2240"/>
          <w:sz w:val="24"/>
          <w:szCs w:val="24"/>
        </w:rPr>
        <w:t xml:space="preserve">Kreation </w:t>
      </w:r>
      <w:r>
        <w:rPr>
          <w:rFonts w:ascii="Helvetica Neue Thin" w:hAnsi="Helvetica Neue Thin"/>
          <w:color w:val="0C2240"/>
          <w:sz w:val="24"/>
          <w:szCs w:val="24"/>
        </w:rPr>
        <w:t xml:space="preserve">bei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you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, damals noch Schipper Company, verantwortlich. Damit holte die Kreativagentur unter CEO Michael Schipper erstmals einen hauptamtlichen Kreativchef an Bord. Frank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Bannöhr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 kam von der Agentur Neues aus Hamburg, die er selbst i</w:t>
      </w:r>
      <w:r w:rsidR="005F2CB2">
        <w:rPr>
          <w:rFonts w:ascii="Helvetica Neue Thin" w:hAnsi="Helvetica Neue Thin"/>
          <w:color w:val="0C2240"/>
          <w:sz w:val="24"/>
          <w:szCs w:val="24"/>
        </w:rPr>
        <w:t>m Jahr 2</w:t>
      </w:r>
      <w:r>
        <w:rPr>
          <w:rFonts w:ascii="Helvetica Neue Thin" w:hAnsi="Helvetica Neue Thin"/>
          <w:color w:val="0C2240"/>
          <w:sz w:val="24"/>
          <w:szCs w:val="24"/>
        </w:rPr>
        <w:t xml:space="preserve">012 mit zwei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Partner</w:t>
      </w:r>
      <w:r w:rsidR="005F2CB2">
        <w:rPr>
          <w:rFonts w:ascii="Helvetica Neue Thin" w:hAnsi="Helvetica Neue Thin"/>
          <w:color w:val="0C2240"/>
          <w:sz w:val="24"/>
          <w:szCs w:val="24"/>
        </w:rPr>
        <w:t>:innen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 gestartet hatte. In seiner langjährigen Erfahrung im Agenturgeschäft hat er bislang aufmerksamkeitsstarke Projekte u.a. für </w:t>
      </w:r>
      <w:proofErr w:type="spellStart"/>
      <w:r w:rsidRPr="00513AED">
        <w:rPr>
          <w:rFonts w:ascii="Helvetica Neue Thin" w:hAnsi="Helvetica Neue Thin"/>
          <w:color w:val="0C2240"/>
          <w:sz w:val="24"/>
          <w:szCs w:val="24"/>
        </w:rPr>
        <w:t>dm</w:t>
      </w:r>
      <w:proofErr w:type="spellEnd"/>
      <w:r w:rsidRPr="00513AED">
        <w:rPr>
          <w:rFonts w:ascii="Helvetica Neue Thin" w:hAnsi="Helvetica Neue Thin"/>
          <w:color w:val="0C2240"/>
          <w:sz w:val="24"/>
          <w:szCs w:val="24"/>
        </w:rPr>
        <w:t>, Mercedes, AUDI Paulaner, TUI</w:t>
      </w:r>
      <w:r>
        <w:rPr>
          <w:rFonts w:ascii="Helvetica Neue Thin" w:hAnsi="Helvetica Neue Thin"/>
          <w:color w:val="0C2240"/>
          <w:sz w:val="24"/>
          <w:szCs w:val="24"/>
        </w:rPr>
        <w:t xml:space="preserve"> oder den </w:t>
      </w:r>
      <w:r w:rsidRPr="00513AED">
        <w:rPr>
          <w:rFonts w:ascii="Helvetica Neue Thin" w:hAnsi="Helvetica Neue Thin"/>
          <w:color w:val="0C2240"/>
          <w:sz w:val="24"/>
          <w:szCs w:val="24"/>
        </w:rPr>
        <w:t>SPIEGEL</w:t>
      </w:r>
      <w:r>
        <w:rPr>
          <w:rFonts w:ascii="Helvetica Neue Thin" w:hAnsi="Helvetica Neue Thin"/>
          <w:color w:val="0C2240"/>
          <w:sz w:val="24"/>
          <w:szCs w:val="24"/>
        </w:rPr>
        <w:t xml:space="preserve"> umgesetzt.</w:t>
      </w:r>
    </w:p>
    <w:p w14:paraId="61378694" w14:textId="2A32CCC3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79E6107B" w14:textId="77777777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264EA190" w14:textId="3198DE91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6EEAA616" w14:textId="77777777" w:rsidR="00152BA2" w:rsidRDefault="00152BA2" w:rsidP="00152BA2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</w:pPr>
      <w:r w:rsidRPr="00835B4E"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 xml:space="preserve">Über Insa </w:t>
      </w:r>
      <w:proofErr w:type="spellStart"/>
      <w:r w:rsidRPr="00835B4E"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  <w:t>Maehl</w:t>
      </w:r>
      <w:proofErr w:type="spellEnd"/>
    </w:p>
    <w:p w14:paraId="3AF28D9B" w14:textId="77777777" w:rsidR="00152BA2" w:rsidRPr="00835B4E" w:rsidRDefault="00152BA2" w:rsidP="00152BA2">
      <w:pPr>
        <w:spacing w:after="0" w:line="276" w:lineRule="auto"/>
        <w:rPr>
          <w:rFonts w:ascii="Helvetica Neue Thin" w:hAnsi="Helvetica Neue Thin"/>
          <w:b/>
          <w:bCs/>
          <w:i/>
          <w:iCs/>
          <w:color w:val="0C2240"/>
          <w:sz w:val="24"/>
          <w:szCs w:val="24"/>
        </w:rPr>
      </w:pPr>
    </w:p>
    <w:p w14:paraId="062F57A4" w14:textId="28B81BE6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t xml:space="preserve">Insa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Maehl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 </w:t>
      </w:r>
      <w:r w:rsidRPr="00D02F8E">
        <w:rPr>
          <w:rFonts w:ascii="Helvetica Neue Thin" w:hAnsi="Helvetica Neue Thin"/>
          <w:color w:val="0C2240"/>
          <w:sz w:val="24"/>
          <w:szCs w:val="24"/>
        </w:rPr>
        <w:t>ist seit Anfang 2017 an Bord</w:t>
      </w:r>
      <w:r>
        <w:rPr>
          <w:rFonts w:ascii="Helvetica Neue Thin" w:hAnsi="Helvetica Neue Thin"/>
          <w:color w:val="0C2240"/>
          <w:sz w:val="24"/>
          <w:szCs w:val="24"/>
        </w:rPr>
        <w:t xml:space="preserve"> der Hamburger Agentur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you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>, damals noch Schipper Company</w:t>
      </w:r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. Vorherige Stationen waren </w:t>
      </w:r>
      <w:r>
        <w:rPr>
          <w:rFonts w:ascii="Helvetica Neue Thin" w:hAnsi="Helvetica Neue Thin"/>
          <w:color w:val="0C2240"/>
          <w:sz w:val="24"/>
          <w:szCs w:val="24"/>
        </w:rPr>
        <w:t xml:space="preserve">u.a. </w:t>
      </w:r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Jung von Matt und </w:t>
      </w:r>
      <w:proofErr w:type="spellStart"/>
      <w:r w:rsidRPr="00D02F8E">
        <w:rPr>
          <w:rFonts w:ascii="Helvetica Neue Thin" w:hAnsi="Helvetica Neue Thin"/>
          <w:color w:val="0C2240"/>
          <w:sz w:val="24"/>
          <w:szCs w:val="24"/>
        </w:rPr>
        <w:t>Grabarz</w:t>
      </w:r>
      <w:proofErr w:type="spellEnd"/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 &amp; Partner. </w:t>
      </w:r>
      <w:r>
        <w:rPr>
          <w:rFonts w:ascii="Helvetica Neue Thin" w:hAnsi="Helvetica Neue Thin"/>
          <w:color w:val="0C2240"/>
          <w:sz w:val="24"/>
          <w:szCs w:val="24"/>
        </w:rPr>
        <w:t>Seit</w:t>
      </w:r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 </w:t>
      </w:r>
      <w:r>
        <w:rPr>
          <w:rFonts w:ascii="Helvetica Neue Thin" w:hAnsi="Helvetica Neue Thin"/>
          <w:color w:val="0C2240"/>
          <w:sz w:val="24"/>
          <w:szCs w:val="24"/>
        </w:rPr>
        <w:t xml:space="preserve">September 2020 </w:t>
      </w:r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ist </w:t>
      </w:r>
      <w:r>
        <w:rPr>
          <w:rFonts w:ascii="Helvetica Neue Thin" w:hAnsi="Helvetica Neue Thin"/>
          <w:color w:val="0C2240"/>
          <w:sz w:val="24"/>
          <w:szCs w:val="24"/>
        </w:rPr>
        <w:t xml:space="preserve">die Hamburgerin </w:t>
      </w:r>
      <w:r w:rsidRPr="00D02F8E">
        <w:rPr>
          <w:rFonts w:ascii="Helvetica Neue Thin" w:hAnsi="Helvetica Neue Thin"/>
          <w:color w:val="0C2240"/>
          <w:sz w:val="24"/>
          <w:szCs w:val="24"/>
        </w:rPr>
        <w:t>für Finanzen, Personal, IT und Verwaltung der rund 1</w:t>
      </w:r>
      <w:r>
        <w:rPr>
          <w:rFonts w:ascii="Helvetica Neue Thin" w:hAnsi="Helvetica Neue Thin"/>
          <w:color w:val="0C2240"/>
          <w:sz w:val="24"/>
          <w:szCs w:val="24"/>
        </w:rPr>
        <w:t xml:space="preserve">20 </w:t>
      </w:r>
      <w:proofErr w:type="spellStart"/>
      <w:r w:rsidRPr="00D02F8E">
        <w:rPr>
          <w:rFonts w:ascii="Helvetica Neue Thin" w:hAnsi="Helvetica Neue Thin"/>
          <w:color w:val="0C2240"/>
          <w:sz w:val="24"/>
          <w:szCs w:val="24"/>
        </w:rPr>
        <w:t>Mitarbeiter</w:t>
      </w:r>
      <w:r>
        <w:rPr>
          <w:rFonts w:ascii="Helvetica Neue Thin" w:hAnsi="Helvetica Neue Thin"/>
          <w:color w:val="0C2240"/>
          <w:sz w:val="24"/>
          <w:szCs w:val="24"/>
        </w:rPr>
        <w:t>:innen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 </w:t>
      </w:r>
      <w:r w:rsidRPr="00D02F8E">
        <w:rPr>
          <w:rFonts w:ascii="Helvetica Neue Thin" w:hAnsi="Helvetica Neue Thin"/>
          <w:color w:val="0C2240"/>
          <w:sz w:val="24"/>
          <w:szCs w:val="24"/>
        </w:rPr>
        <w:t>verantwortlich. Sie übern</w:t>
      </w:r>
      <w:r>
        <w:rPr>
          <w:rFonts w:ascii="Helvetica Neue Thin" w:hAnsi="Helvetica Neue Thin"/>
          <w:color w:val="0C2240"/>
          <w:sz w:val="24"/>
          <w:szCs w:val="24"/>
        </w:rPr>
        <w:t xml:space="preserve">ahm </w:t>
      </w:r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diese Aufgabe zusätzlich zu ihrer bisherigen Tätigkeit als Geschäftsführerin der Schwesteragentur Schipper </w:t>
      </w:r>
      <w:proofErr w:type="spellStart"/>
      <w:r w:rsidRPr="00D02F8E">
        <w:rPr>
          <w:rFonts w:ascii="Helvetica Neue Thin" w:hAnsi="Helvetica Neue Thin"/>
          <w:color w:val="0C2240"/>
          <w:sz w:val="24"/>
          <w:szCs w:val="24"/>
        </w:rPr>
        <w:t>Productions</w:t>
      </w:r>
      <w:proofErr w:type="spellEnd"/>
      <w:r w:rsidR="005F2CB2">
        <w:rPr>
          <w:rFonts w:ascii="Helvetica Neue Thin" w:hAnsi="Helvetica Neue Thin"/>
          <w:color w:val="0C2240"/>
          <w:sz w:val="24"/>
          <w:szCs w:val="24"/>
        </w:rPr>
        <w:t xml:space="preserve">, heute </w:t>
      </w:r>
      <w:proofErr w:type="spellStart"/>
      <w:r w:rsidR="005F2CB2">
        <w:rPr>
          <w:rFonts w:ascii="Helvetica Neue Thin" w:hAnsi="Helvetica Neue Thin"/>
          <w:color w:val="0C2240"/>
          <w:sz w:val="24"/>
          <w:szCs w:val="24"/>
        </w:rPr>
        <w:t>you</w:t>
      </w:r>
      <w:proofErr w:type="spellEnd"/>
      <w:r w:rsidR="005F2CB2">
        <w:rPr>
          <w:rFonts w:ascii="Helvetica Neue Thin" w:hAnsi="Helvetica Neue Thin"/>
          <w:color w:val="0C2240"/>
          <w:sz w:val="24"/>
          <w:szCs w:val="24"/>
        </w:rPr>
        <w:t xml:space="preserve"> </w:t>
      </w:r>
      <w:proofErr w:type="spellStart"/>
      <w:r w:rsidR="005F2CB2">
        <w:rPr>
          <w:rFonts w:ascii="Helvetica Neue Thin" w:hAnsi="Helvetica Neue Thin"/>
          <w:color w:val="0C2240"/>
          <w:sz w:val="24"/>
          <w:szCs w:val="24"/>
        </w:rPr>
        <w:t>production</w:t>
      </w:r>
      <w:proofErr w:type="spellEnd"/>
      <w:r w:rsidRPr="00D02F8E">
        <w:rPr>
          <w:rFonts w:ascii="Helvetica Neue Thin" w:hAnsi="Helvetica Neue Thin"/>
          <w:color w:val="0C2240"/>
          <w:sz w:val="24"/>
          <w:szCs w:val="24"/>
        </w:rPr>
        <w:t xml:space="preserve">. Dort hält sie </w:t>
      </w:r>
      <w:r>
        <w:rPr>
          <w:rFonts w:ascii="Helvetica Neue Thin" w:hAnsi="Helvetica Neue Thin"/>
          <w:color w:val="0C2240"/>
          <w:sz w:val="24"/>
          <w:szCs w:val="24"/>
        </w:rPr>
        <w:t xml:space="preserve">bereits </w:t>
      </w:r>
      <w:r w:rsidRPr="00D02F8E">
        <w:rPr>
          <w:rFonts w:ascii="Helvetica Neue Thin" w:hAnsi="Helvetica Neue Thin"/>
          <w:color w:val="0C2240"/>
          <w:sz w:val="24"/>
          <w:szCs w:val="24"/>
        </w:rPr>
        <w:t>seit Herbst 2019 das Zepter in der Hand.</w:t>
      </w:r>
    </w:p>
    <w:p w14:paraId="6141EA5F" w14:textId="77777777" w:rsidR="00152BA2" w:rsidRPr="00C967E6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38C91667" w14:textId="77777777" w:rsidR="00152BA2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  <w:r>
        <w:rPr>
          <w:rFonts w:ascii="Helvetica Neue Thin" w:hAnsi="Helvetica Neue Thin"/>
          <w:color w:val="0C2240"/>
          <w:sz w:val="24"/>
          <w:szCs w:val="24"/>
        </w:rPr>
        <w:t xml:space="preserve">Insa </w:t>
      </w:r>
      <w:proofErr w:type="spellStart"/>
      <w:r w:rsidRPr="00C967E6">
        <w:rPr>
          <w:rFonts w:ascii="Helvetica Neue Thin" w:hAnsi="Helvetica Neue Thin"/>
          <w:color w:val="0C2240"/>
          <w:sz w:val="24"/>
          <w:szCs w:val="24"/>
        </w:rPr>
        <w:t>Maehl</w:t>
      </w:r>
      <w:proofErr w:type="spellEnd"/>
      <w:r w:rsidRPr="00C967E6">
        <w:rPr>
          <w:rFonts w:ascii="Helvetica Neue Thin" w:hAnsi="Helvetica Neue Thin"/>
          <w:color w:val="0C2240"/>
          <w:sz w:val="24"/>
          <w:szCs w:val="24"/>
        </w:rPr>
        <w:t xml:space="preserve"> rückt</w:t>
      </w:r>
      <w:r>
        <w:rPr>
          <w:rFonts w:ascii="Helvetica Neue Thin" w:hAnsi="Helvetica Neue Thin"/>
          <w:color w:val="0C2240"/>
          <w:sz w:val="24"/>
          <w:szCs w:val="24"/>
        </w:rPr>
        <w:t>e</w:t>
      </w:r>
      <w:r w:rsidRPr="00C967E6">
        <w:rPr>
          <w:rFonts w:ascii="Helvetica Neue Thin" w:hAnsi="Helvetica Neue Thin"/>
          <w:color w:val="0C2240"/>
          <w:sz w:val="24"/>
          <w:szCs w:val="24"/>
        </w:rPr>
        <w:t xml:space="preserve"> damit </w:t>
      </w:r>
      <w:r>
        <w:rPr>
          <w:rFonts w:ascii="Helvetica Neue Thin" w:hAnsi="Helvetica Neue Thin"/>
          <w:color w:val="0C2240"/>
          <w:sz w:val="24"/>
          <w:szCs w:val="24"/>
        </w:rPr>
        <w:t xml:space="preserve">vor etwas mehr als zwei Jahren </w:t>
      </w:r>
      <w:r w:rsidRPr="00C967E6">
        <w:rPr>
          <w:rFonts w:ascii="Helvetica Neue Thin" w:hAnsi="Helvetica Neue Thin"/>
          <w:color w:val="0C2240"/>
          <w:sz w:val="24"/>
          <w:szCs w:val="24"/>
        </w:rPr>
        <w:t xml:space="preserve">an die Seite des CEOs Michael Schipper, der sich fortan </w:t>
      </w:r>
      <w:r>
        <w:rPr>
          <w:rFonts w:ascii="Helvetica Neue Thin" w:hAnsi="Helvetica Neue Thin"/>
          <w:color w:val="0C2240"/>
          <w:sz w:val="24"/>
          <w:szCs w:val="24"/>
        </w:rPr>
        <w:t xml:space="preserve">wieder verstärkt </w:t>
      </w:r>
      <w:r w:rsidRPr="00C967E6">
        <w:rPr>
          <w:rFonts w:ascii="Helvetica Neue Thin" w:hAnsi="Helvetica Neue Thin"/>
          <w:color w:val="0C2240"/>
          <w:sz w:val="24"/>
          <w:szCs w:val="24"/>
        </w:rPr>
        <w:t>auf die Beratung der Kunden und das Neugeschäft der Agentur konzentrieren will</w:t>
      </w:r>
      <w:r>
        <w:rPr>
          <w:rFonts w:ascii="Helvetica Neue Thin" w:hAnsi="Helvetica Neue Thin"/>
          <w:color w:val="0C2240"/>
          <w:sz w:val="24"/>
          <w:szCs w:val="24"/>
        </w:rPr>
        <w:t xml:space="preserve">, </w:t>
      </w:r>
      <w:r w:rsidRPr="00C967E6">
        <w:rPr>
          <w:rFonts w:ascii="Helvetica Neue Thin" w:hAnsi="Helvetica Neue Thin"/>
          <w:color w:val="0C2240"/>
          <w:sz w:val="24"/>
          <w:szCs w:val="24"/>
        </w:rPr>
        <w:t>sowie des CCOs</w:t>
      </w:r>
      <w:r>
        <w:rPr>
          <w:rFonts w:ascii="Helvetica Neue Thin" w:hAnsi="Helvetica Neue Thin"/>
          <w:color w:val="0C2240"/>
          <w:sz w:val="24"/>
          <w:szCs w:val="24"/>
        </w:rPr>
        <w:t xml:space="preserve"> und ADC-Mitglieds</w:t>
      </w:r>
      <w:r w:rsidRPr="00C967E6">
        <w:rPr>
          <w:rFonts w:ascii="Helvetica Neue Thin" w:hAnsi="Helvetica Neue Thin"/>
          <w:color w:val="0C2240"/>
          <w:sz w:val="24"/>
          <w:szCs w:val="24"/>
        </w:rPr>
        <w:t xml:space="preserve"> Frank </w:t>
      </w:r>
      <w:proofErr w:type="spellStart"/>
      <w:r w:rsidRPr="00C967E6">
        <w:rPr>
          <w:rFonts w:ascii="Helvetica Neue Thin" w:hAnsi="Helvetica Neue Thin"/>
          <w:color w:val="0C2240"/>
          <w:sz w:val="24"/>
          <w:szCs w:val="24"/>
        </w:rPr>
        <w:t>Bannöhr</w:t>
      </w:r>
      <w:proofErr w:type="spellEnd"/>
      <w:r w:rsidRPr="00C967E6">
        <w:rPr>
          <w:rFonts w:ascii="Helvetica Neue Thin" w:hAnsi="Helvetica Neue Thin"/>
          <w:color w:val="0C2240"/>
          <w:sz w:val="24"/>
          <w:szCs w:val="24"/>
        </w:rPr>
        <w:t xml:space="preserve">, der seit 2017 </w:t>
      </w:r>
      <w:r>
        <w:rPr>
          <w:rFonts w:ascii="Helvetica Neue Thin" w:hAnsi="Helvetica Neue Thin"/>
          <w:color w:val="0C2240"/>
          <w:sz w:val="24"/>
          <w:szCs w:val="24"/>
        </w:rPr>
        <w:t xml:space="preserve">Kreationschef bei </w:t>
      </w:r>
      <w:proofErr w:type="spellStart"/>
      <w:r>
        <w:rPr>
          <w:rFonts w:ascii="Helvetica Neue Thin" w:hAnsi="Helvetica Neue Thin"/>
          <w:color w:val="0C2240"/>
          <w:sz w:val="24"/>
          <w:szCs w:val="24"/>
        </w:rPr>
        <w:t>you</w:t>
      </w:r>
      <w:proofErr w:type="spellEnd"/>
      <w:r>
        <w:rPr>
          <w:rFonts w:ascii="Helvetica Neue Thin" w:hAnsi="Helvetica Neue Thin"/>
          <w:color w:val="0C2240"/>
          <w:sz w:val="24"/>
          <w:szCs w:val="24"/>
        </w:rPr>
        <w:t xml:space="preserve"> ist.</w:t>
      </w:r>
    </w:p>
    <w:p w14:paraId="509F1E91" w14:textId="77777777" w:rsidR="00152BA2" w:rsidRPr="00513AED" w:rsidRDefault="00152BA2" w:rsidP="00152BA2">
      <w:pPr>
        <w:spacing w:after="0" w:line="276" w:lineRule="auto"/>
        <w:rPr>
          <w:rFonts w:ascii="Helvetica Neue Thin" w:hAnsi="Helvetica Neue Thin"/>
          <w:color w:val="0C2240"/>
          <w:sz w:val="24"/>
          <w:szCs w:val="24"/>
        </w:rPr>
      </w:pPr>
    </w:p>
    <w:p w14:paraId="0546C88C" w14:textId="07885152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13A45B95" w14:textId="235A1DBA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53331DB2" w14:textId="6B07072F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07AB87E5" w14:textId="5A890C5E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56AC6A7B" w14:textId="2F7DE5F3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0BEB5906" w14:textId="5EC2E211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75678A6D" w14:textId="20367927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64D282E4" w14:textId="7AF447BB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0870C826" w14:textId="69BB0CFA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47EDD558" w14:textId="0A1E7AD9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4E5B7D32" w14:textId="26DEC101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4A9F1509" w14:textId="53F6D3A8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3F22C89F" w14:textId="34774784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5EFF5EEE" w14:textId="05E9B159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7145517C" w14:textId="0B53FE0F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30462A3E" w14:textId="0ECF471F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40E82563" w14:textId="24EF187D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038B3EDE" w14:textId="0FF77AC1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242D091E" w14:textId="6EC396EB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60819919" w14:textId="66DB4B4A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05E455B7" w14:textId="23B8FC50" w:rsidR="00B51D2F" w:rsidRDefault="00B51D2F" w:rsidP="00D21A0D">
      <w:pPr>
        <w:spacing w:after="0" w:line="276" w:lineRule="auto"/>
        <w:rPr>
          <w:rFonts w:ascii="Helvetica Neue Thin" w:hAnsi="Helvetica Neue Thin"/>
          <w:b/>
          <w:bCs/>
          <w:color w:val="0C2240"/>
          <w:sz w:val="24"/>
          <w:szCs w:val="24"/>
        </w:rPr>
      </w:pPr>
    </w:p>
    <w:p w14:paraId="2B7D756D" w14:textId="3908E998" w:rsidR="00094C5E" w:rsidRPr="00500907" w:rsidRDefault="00094C5E" w:rsidP="00293605">
      <w:pPr>
        <w:spacing w:after="0" w:line="276" w:lineRule="auto"/>
        <w:rPr>
          <w:rFonts w:ascii="Helvetica Neue Thin" w:hAnsi="Helvetica Neue Thin"/>
          <w:b/>
          <w:bCs/>
          <w:color w:val="0C2240"/>
          <w:sz w:val="28"/>
          <w:szCs w:val="28"/>
        </w:rPr>
      </w:pPr>
    </w:p>
    <w:sectPr w:rsidR="00094C5E" w:rsidRPr="00500907" w:rsidSect="00902D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531" w:bottom="1134" w:left="1531" w:header="125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C4C73" w14:textId="77777777" w:rsidR="00B82542" w:rsidRDefault="00B82542" w:rsidP="006528F9">
      <w:r>
        <w:separator/>
      </w:r>
    </w:p>
  </w:endnote>
  <w:endnote w:type="continuationSeparator" w:id="0">
    <w:p w14:paraId="6307ED10" w14:textId="77777777" w:rsidR="00B82542" w:rsidRDefault="00B82542" w:rsidP="0065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NeueLT Std Thin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3DB2" w14:textId="77777777" w:rsidR="000E055B" w:rsidRDefault="000E055B" w:rsidP="00B60AD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5EEC755" w14:textId="77777777" w:rsidR="000E055B" w:rsidRDefault="000E055B" w:rsidP="00B60AD1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1F63" w14:textId="77777777" w:rsidR="000E055B" w:rsidRPr="00B60AD1" w:rsidRDefault="000E055B" w:rsidP="00B60AD1">
    <w:pPr>
      <w:pStyle w:val="Fuzeile"/>
      <w:framePr w:wrap="none" w:vAnchor="text" w:hAnchor="margin" w:xAlign="right" w:y="1"/>
      <w:rPr>
        <w:rStyle w:val="Seitenzahl"/>
        <w:rFonts w:ascii="HelveticaNeueLT Std Thin" w:hAnsi="HelveticaNeueLT Std Thin"/>
        <w:sz w:val="20"/>
        <w:szCs w:val="20"/>
      </w:rPr>
    </w:pPr>
    <w:r w:rsidRPr="00B60AD1">
      <w:rPr>
        <w:rStyle w:val="Seitenzahl"/>
        <w:rFonts w:ascii="HelveticaNeueLT Std Thin" w:hAnsi="HelveticaNeueLT Std Thin"/>
        <w:sz w:val="20"/>
        <w:szCs w:val="20"/>
      </w:rPr>
      <w:fldChar w:fldCharType="begin"/>
    </w:r>
    <w:r w:rsidRPr="00B60AD1">
      <w:rPr>
        <w:rStyle w:val="Seitenzahl"/>
        <w:rFonts w:ascii="HelveticaNeueLT Std Thin" w:hAnsi="HelveticaNeueLT Std Thin"/>
        <w:sz w:val="20"/>
        <w:szCs w:val="20"/>
      </w:rPr>
      <w:instrText xml:space="preserve">PAGE  </w:instrText>
    </w:r>
    <w:r w:rsidRPr="00B60AD1">
      <w:rPr>
        <w:rStyle w:val="Seitenzahl"/>
        <w:rFonts w:ascii="HelveticaNeueLT Std Thin" w:hAnsi="HelveticaNeueLT Std Thin"/>
        <w:sz w:val="20"/>
        <w:szCs w:val="20"/>
      </w:rPr>
      <w:fldChar w:fldCharType="separate"/>
    </w:r>
    <w:r w:rsidR="00876CEB" w:rsidRPr="00B60AD1">
      <w:rPr>
        <w:rStyle w:val="Seitenzahl"/>
        <w:rFonts w:ascii="HelveticaNeueLT Std Thin" w:hAnsi="HelveticaNeueLT Std Thin"/>
        <w:noProof/>
        <w:sz w:val="20"/>
        <w:szCs w:val="20"/>
      </w:rPr>
      <w:t>1</w:t>
    </w:r>
    <w:r w:rsidRPr="00B60AD1">
      <w:rPr>
        <w:rStyle w:val="Seitenzahl"/>
        <w:rFonts w:ascii="HelveticaNeueLT Std Thin" w:hAnsi="HelveticaNeueLT Std Thin"/>
        <w:sz w:val="20"/>
        <w:szCs w:val="20"/>
      </w:rPr>
      <w:fldChar w:fldCharType="end"/>
    </w:r>
  </w:p>
  <w:p w14:paraId="791211AC" w14:textId="77777777" w:rsidR="000E055B" w:rsidRPr="00B60AD1" w:rsidRDefault="000E055B" w:rsidP="00B60AD1">
    <w:pPr>
      <w:pStyle w:val="Fuzeile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22E2" w14:textId="77777777" w:rsidR="002944A8" w:rsidRDefault="002944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39CFE" w14:textId="77777777" w:rsidR="00B82542" w:rsidRDefault="00B82542" w:rsidP="006528F9">
      <w:r>
        <w:separator/>
      </w:r>
    </w:p>
  </w:footnote>
  <w:footnote w:type="continuationSeparator" w:id="0">
    <w:p w14:paraId="190146AD" w14:textId="77777777" w:rsidR="00B82542" w:rsidRDefault="00B82542" w:rsidP="00652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F4B5" w14:textId="77777777" w:rsidR="002944A8" w:rsidRDefault="002944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7FE33" w14:textId="2D19334A" w:rsidR="004F1EBE" w:rsidRPr="00711596" w:rsidRDefault="00662A71" w:rsidP="00DC1B2B">
    <w:pPr>
      <w:pStyle w:val="Kopfzeile"/>
      <w:tabs>
        <w:tab w:val="clear" w:pos="9072"/>
        <w:tab w:val="right" w:pos="9498"/>
      </w:tabs>
      <w:rPr>
        <w:rFonts w:ascii="Helvetica Neue Thin" w:hAnsi="Helvetica Neue Thin"/>
        <w:color w:val="0C2240"/>
        <w:sz w:val="48"/>
        <w:szCs w:val="48"/>
      </w:rPr>
    </w:pPr>
    <w:r w:rsidRPr="00AE727B">
      <w:rPr>
        <w:rFonts w:ascii="Helvetica Neue Thin" w:hAnsi="Helvetica Neue Thin"/>
        <w:noProof/>
        <w:color w:val="0C2240"/>
        <w:sz w:val="48"/>
        <w:szCs w:val="48"/>
      </w:rPr>
      <w:drawing>
        <wp:anchor distT="0" distB="0" distL="114300" distR="114300" simplePos="0" relativeHeight="251659264" behindDoc="1" locked="0" layoutInCell="1" allowOverlap="1" wp14:anchorId="155D7C71" wp14:editId="1D6AC799">
          <wp:simplePos x="0" y="0"/>
          <wp:positionH relativeFrom="column">
            <wp:posOffset>4849830</wp:posOffset>
          </wp:positionH>
          <wp:positionV relativeFrom="paragraph">
            <wp:posOffset>-289872</wp:posOffset>
          </wp:positionV>
          <wp:extent cx="1379934" cy="541703"/>
          <wp:effectExtent l="0" t="0" r="0" b="444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479" cy="545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E736" w14:textId="77777777" w:rsidR="002944A8" w:rsidRDefault="002944A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459"/>
    <w:multiLevelType w:val="hybridMultilevel"/>
    <w:tmpl w:val="A5EAA434"/>
    <w:lvl w:ilvl="0" w:tplc="0407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07E"/>
    <w:multiLevelType w:val="hybridMultilevel"/>
    <w:tmpl w:val="FEF253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4104"/>
    <w:multiLevelType w:val="hybridMultilevel"/>
    <w:tmpl w:val="E7E4CEAC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191191F"/>
    <w:multiLevelType w:val="hybridMultilevel"/>
    <w:tmpl w:val="F878BB44"/>
    <w:lvl w:ilvl="0" w:tplc="BAFE509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12FE4DEF"/>
    <w:multiLevelType w:val="hybridMultilevel"/>
    <w:tmpl w:val="19D0BCF4"/>
    <w:lvl w:ilvl="0" w:tplc="BAFE509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3858C6"/>
    <w:multiLevelType w:val="hybridMultilevel"/>
    <w:tmpl w:val="BB9E30BE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897236"/>
    <w:multiLevelType w:val="hybridMultilevel"/>
    <w:tmpl w:val="83AA7BAC"/>
    <w:lvl w:ilvl="0" w:tplc="FFFFFFFF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173E18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B3F7C7E"/>
    <w:multiLevelType w:val="hybridMultilevel"/>
    <w:tmpl w:val="9DF2C898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22DE4"/>
    <w:multiLevelType w:val="hybridMultilevel"/>
    <w:tmpl w:val="7F0A253E"/>
    <w:lvl w:ilvl="0" w:tplc="EEE21C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05B69A5"/>
    <w:multiLevelType w:val="hybridMultilevel"/>
    <w:tmpl w:val="56F2D680"/>
    <w:lvl w:ilvl="0" w:tplc="EEE21C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FA51F2"/>
    <w:multiLevelType w:val="multilevel"/>
    <w:tmpl w:val="B3D8ECA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1134"/>
      </w:pPr>
    </w:lvl>
    <w:lvl w:ilvl="1">
      <w:start w:val="1"/>
      <w:numFmt w:val="decimal"/>
      <w:pStyle w:val="berschrift3"/>
      <w:lvlText w:val="%2."/>
      <w:lvlJc w:val="left"/>
      <w:pPr>
        <w:tabs>
          <w:tab w:val="num" w:pos="-1341"/>
        </w:tabs>
        <w:ind w:left="-1341" w:hanging="360"/>
      </w:pPr>
    </w:lvl>
    <w:lvl w:ilvl="2">
      <w:start w:val="1"/>
      <w:numFmt w:val="decimal"/>
      <w:lvlText w:val="%1.%2.%3"/>
      <w:lvlJc w:val="left"/>
      <w:pPr>
        <w:tabs>
          <w:tab w:val="num" w:pos="-567"/>
        </w:tabs>
        <w:ind w:left="-567" w:hanging="1134"/>
      </w:pPr>
    </w:lvl>
    <w:lvl w:ilvl="3">
      <w:start w:val="1"/>
      <w:numFmt w:val="lowerLetter"/>
      <w:pStyle w:val="berschrift4"/>
      <w:lvlText w:val="(%4)"/>
      <w:lvlJc w:val="left"/>
      <w:pPr>
        <w:tabs>
          <w:tab w:val="num" w:pos="-567"/>
        </w:tabs>
        <w:ind w:left="-567" w:hanging="1134"/>
      </w:pPr>
    </w:lvl>
    <w:lvl w:ilvl="4">
      <w:start w:val="1"/>
      <w:numFmt w:val="lowerRoman"/>
      <w:pStyle w:val="berschrift5"/>
      <w:lvlText w:val="(%5)"/>
      <w:lvlJc w:val="left"/>
      <w:pPr>
        <w:tabs>
          <w:tab w:val="num" w:pos="-567"/>
        </w:tabs>
        <w:ind w:left="-567" w:hanging="1134"/>
      </w:pPr>
    </w:lvl>
    <w:lvl w:ilvl="5">
      <w:start w:val="1"/>
      <w:numFmt w:val="lowerLetter"/>
      <w:pStyle w:val="berschrift6"/>
      <w:lvlText w:val="(%4%6)"/>
      <w:lvlJc w:val="left"/>
      <w:pPr>
        <w:tabs>
          <w:tab w:val="num" w:pos="-567"/>
        </w:tabs>
        <w:ind w:left="-567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746"/>
        </w:tabs>
        <w:ind w:left="138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466"/>
        </w:tabs>
        <w:ind w:left="189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186"/>
        </w:tabs>
        <w:ind w:left="2466" w:hanging="1440"/>
      </w:pPr>
    </w:lvl>
  </w:abstractNum>
  <w:abstractNum w:abstractNumId="11" w15:restartNumberingAfterBreak="0">
    <w:nsid w:val="23595917"/>
    <w:multiLevelType w:val="hybridMultilevel"/>
    <w:tmpl w:val="433CE7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C2AAC"/>
    <w:multiLevelType w:val="hybridMultilevel"/>
    <w:tmpl w:val="830CEA78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456A6"/>
    <w:multiLevelType w:val="hybridMultilevel"/>
    <w:tmpl w:val="B7780CC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E18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E4E15"/>
    <w:multiLevelType w:val="hybridMultilevel"/>
    <w:tmpl w:val="7C5A21D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C2706D7"/>
    <w:multiLevelType w:val="hybridMultilevel"/>
    <w:tmpl w:val="5C1E49DA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E0370"/>
    <w:multiLevelType w:val="multilevel"/>
    <w:tmpl w:val="3328E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7752B3"/>
    <w:multiLevelType w:val="hybridMultilevel"/>
    <w:tmpl w:val="E6D047F4"/>
    <w:lvl w:ilvl="0" w:tplc="EEE21C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8" w15:restartNumberingAfterBreak="0">
    <w:nsid w:val="30480569"/>
    <w:multiLevelType w:val="hybridMultilevel"/>
    <w:tmpl w:val="9D20690A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60598"/>
    <w:multiLevelType w:val="hybridMultilevel"/>
    <w:tmpl w:val="663C7BD4"/>
    <w:lvl w:ilvl="0" w:tplc="EEE21C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73545C"/>
    <w:multiLevelType w:val="hybridMultilevel"/>
    <w:tmpl w:val="DED88576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2E6A5B"/>
    <w:multiLevelType w:val="hybridMultilevel"/>
    <w:tmpl w:val="C1DA7A0E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06BD6"/>
    <w:multiLevelType w:val="hybridMultilevel"/>
    <w:tmpl w:val="65528B1E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EF5F45"/>
    <w:multiLevelType w:val="hybridMultilevel"/>
    <w:tmpl w:val="29306C7E"/>
    <w:lvl w:ilvl="0" w:tplc="173E1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E26D1"/>
    <w:multiLevelType w:val="hybridMultilevel"/>
    <w:tmpl w:val="BAC481C0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D2156F7"/>
    <w:multiLevelType w:val="hybridMultilevel"/>
    <w:tmpl w:val="2C3A3902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9747D1"/>
    <w:multiLevelType w:val="hybridMultilevel"/>
    <w:tmpl w:val="69A6747E"/>
    <w:lvl w:ilvl="0" w:tplc="0407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F26D70"/>
    <w:multiLevelType w:val="hybridMultilevel"/>
    <w:tmpl w:val="590CBD22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28" w15:restartNumberingAfterBreak="0">
    <w:nsid w:val="4163238D"/>
    <w:multiLevelType w:val="hybridMultilevel"/>
    <w:tmpl w:val="40C64BEA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857EE"/>
    <w:multiLevelType w:val="hybridMultilevel"/>
    <w:tmpl w:val="1DD4B82A"/>
    <w:lvl w:ilvl="0" w:tplc="173E1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51C41"/>
    <w:multiLevelType w:val="hybridMultilevel"/>
    <w:tmpl w:val="65ACDF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877F7"/>
    <w:multiLevelType w:val="hybridMultilevel"/>
    <w:tmpl w:val="1D522BD8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414A0"/>
    <w:multiLevelType w:val="hybridMultilevel"/>
    <w:tmpl w:val="F938A248"/>
    <w:lvl w:ilvl="0" w:tplc="BAFE509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43545C5"/>
    <w:multiLevelType w:val="hybridMultilevel"/>
    <w:tmpl w:val="B860D0D6"/>
    <w:lvl w:ilvl="0" w:tplc="EEE21C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80A3331"/>
    <w:multiLevelType w:val="hybridMultilevel"/>
    <w:tmpl w:val="338E4378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27A81"/>
    <w:multiLevelType w:val="hybridMultilevel"/>
    <w:tmpl w:val="E6C8374A"/>
    <w:lvl w:ilvl="0" w:tplc="173E1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A1342F"/>
    <w:multiLevelType w:val="hybridMultilevel"/>
    <w:tmpl w:val="747AE44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5ECA2AFC"/>
    <w:multiLevelType w:val="hybridMultilevel"/>
    <w:tmpl w:val="AAD67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E18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34BB0"/>
    <w:multiLevelType w:val="multilevel"/>
    <w:tmpl w:val="F0EE6AC2"/>
    <w:lvl w:ilvl="0">
      <w:start w:val="1"/>
      <w:numFmt w:val="decimal"/>
      <w:pStyle w:val="berschrift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9C0A3D"/>
    <w:multiLevelType w:val="hybridMultilevel"/>
    <w:tmpl w:val="DF4E6A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1DF7749"/>
    <w:multiLevelType w:val="hybridMultilevel"/>
    <w:tmpl w:val="FF44A07A"/>
    <w:lvl w:ilvl="0" w:tplc="173E18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622E421E"/>
    <w:multiLevelType w:val="hybridMultilevel"/>
    <w:tmpl w:val="8DB866CC"/>
    <w:lvl w:ilvl="0" w:tplc="EEE21CC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AB15873"/>
    <w:multiLevelType w:val="hybridMultilevel"/>
    <w:tmpl w:val="265CE3B6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6545B"/>
    <w:multiLevelType w:val="hybridMultilevel"/>
    <w:tmpl w:val="D0A26382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808F8"/>
    <w:multiLevelType w:val="hybridMultilevel"/>
    <w:tmpl w:val="EE1C5794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9E5452"/>
    <w:multiLevelType w:val="hybridMultilevel"/>
    <w:tmpl w:val="523A06C4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62D7A"/>
    <w:multiLevelType w:val="hybridMultilevel"/>
    <w:tmpl w:val="AF6A2690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E5DC1"/>
    <w:multiLevelType w:val="hybridMultilevel"/>
    <w:tmpl w:val="20BACFCC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400BB"/>
    <w:multiLevelType w:val="hybridMultilevel"/>
    <w:tmpl w:val="5444171A"/>
    <w:lvl w:ilvl="0" w:tplc="BAFE5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2"/>
  </w:num>
  <w:num w:numId="4">
    <w:abstractNumId w:val="18"/>
  </w:num>
  <w:num w:numId="5">
    <w:abstractNumId w:val="43"/>
  </w:num>
  <w:num w:numId="6">
    <w:abstractNumId w:val="34"/>
  </w:num>
  <w:num w:numId="7">
    <w:abstractNumId w:val="25"/>
  </w:num>
  <w:num w:numId="8">
    <w:abstractNumId w:val="12"/>
  </w:num>
  <w:num w:numId="9">
    <w:abstractNumId w:val="31"/>
  </w:num>
  <w:num w:numId="10">
    <w:abstractNumId w:val="46"/>
  </w:num>
  <w:num w:numId="11">
    <w:abstractNumId w:val="48"/>
  </w:num>
  <w:num w:numId="12">
    <w:abstractNumId w:val="4"/>
  </w:num>
  <w:num w:numId="13">
    <w:abstractNumId w:val="32"/>
  </w:num>
  <w:num w:numId="14">
    <w:abstractNumId w:val="7"/>
  </w:num>
  <w:num w:numId="15">
    <w:abstractNumId w:val="15"/>
  </w:num>
  <w:num w:numId="16">
    <w:abstractNumId w:val="21"/>
  </w:num>
  <w:num w:numId="17">
    <w:abstractNumId w:val="45"/>
  </w:num>
  <w:num w:numId="18">
    <w:abstractNumId w:val="22"/>
  </w:num>
  <w:num w:numId="19">
    <w:abstractNumId w:val="30"/>
  </w:num>
  <w:num w:numId="20">
    <w:abstractNumId w:val="3"/>
  </w:num>
  <w:num w:numId="21">
    <w:abstractNumId w:val="20"/>
  </w:num>
  <w:num w:numId="22">
    <w:abstractNumId w:val="47"/>
  </w:num>
  <w:num w:numId="23">
    <w:abstractNumId w:val="28"/>
  </w:num>
  <w:num w:numId="24">
    <w:abstractNumId w:val="41"/>
  </w:num>
  <w:num w:numId="25">
    <w:abstractNumId w:val="8"/>
  </w:num>
  <w:num w:numId="26">
    <w:abstractNumId w:val="42"/>
  </w:num>
  <w:num w:numId="27">
    <w:abstractNumId w:val="17"/>
  </w:num>
  <w:num w:numId="28">
    <w:abstractNumId w:val="44"/>
  </w:num>
  <w:num w:numId="29">
    <w:abstractNumId w:val="19"/>
  </w:num>
  <w:num w:numId="30">
    <w:abstractNumId w:val="5"/>
  </w:num>
  <w:num w:numId="31">
    <w:abstractNumId w:val="9"/>
  </w:num>
  <w:num w:numId="32">
    <w:abstractNumId w:val="33"/>
  </w:num>
  <w:num w:numId="33">
    <w:abstractNumId w:val="27"/>
  </w:num>
  <w:num w:numId="34">
    <w:abstractNumId w:val="39"/>
  </w:num>
  <w:num w:numId="35">
    <w:abstractNumId w:val="14"/>
  </w:num>
  <w:num w:numId="36">
    <w:abstractNumId w:val="11"/>
  </w:num>
  <w:num w:numId="37">
    <w:abstractNumId w:val="37"/>
  </w:num>
  <w:num w:numId="38">
    <w:abstractNumId w:val="16"/>
  </w:num>
  <w:num w:numId="39">
    <w:abstractNumId w:val="24"/>
  </w:num>
  <w:num w:numId="40">
    <w:abstractNumId w:val="36"/>
  </w:num>
  <w:num w:numId="41">
    <w:abstractNumId w:val="23"/>
  </w:num>
  <w:num w:numId="42">
    <w:abstractNumId w:val="13"/>
  </w:num>
  <w:num w:numId="43">
    <w:abstractNumId w:val="1"/>
  </w:num>
  <w:num w:numId="44">
    <w:abstractNumId w:val="6"/>
  </w:num>
  <w:num w:numId="45">
    <w:abstractNumId w:val="40"/>
  </w:num>
  <w:num w:numId="46">
    <w:abstractNumId w:val="35"/>
  </w:num>
  <w:num w:numId="47">
    <w:abstractNumId w:val="29"/>
  </w:num>
  <w:num w:numId="48">
    <w:abstractNumId w:val="26"/>
  </w:num>
  <w:num w:numId="4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2B"/>
    <w:rsid w:val="00000584"/>
    <w:rsid w:val="00001466"/>
    <w:rsid w:val="00001719"/>
    <w:rsid w:val="000029C1"/>
    <w:rsid w:val="00002B33"/>
    <w:rsid w:val="00004236"/>
    <w:rsid w:val="000070C3"/>
    <w:rsid w:val="0001216B"/>
    <w:rsid w:val="000128A3"/>
    <w:rsid w:val="00014434"/>
    <w:rsid w:val="000164F7"/>
    <w:rsid w:val="00017B09"/>
    <w:rsid w:val="000219CC"/>
    <w:rsid w:val="00023252"/>
    <w:rsid w:val="000265C8"/>
    <w:rsid w:val="00030BCF"/>
    <w:rsid w:val="000326AA"/>
    <w:rsid w:val="00035C72"/>
    <w:rsid w:val="00040185"/>
    <w:rsid w:val="00043645"/>
    <w:rsid w:val="00044895"/>
    <w:rsid w:val="00045920"/>
    <w:rsid w:val="00051380"/>
    <w:rsid w:val="00053C4E"/>
    <w:rsid w:val="00060F2D"/>
    <w:rsid w:val="00062A54"/>
    <w:rsid w:val="000654A5"/>
    <w:rsid w:val="000660F6"/>
    <w:rsid w:val="00067160"/>
    <w:rsid w:val="000940F1"/>
    <w:rsid w:val="00094C5E"/>
    <w:rsid w:val="000A7FF7"/>
    <w:rsid w:val="000C2092"/>
    <w:rsid w:val="000C56A7"/>
    <w:rsid w:val="000C6EB2"/>
    <w:rsid w:val="000D1DED"/>
    <w:rsid w:val="000D23D9"/>
    <w:rsid w:val="000D38BD"/>
    <w:rsid w:val="000D5015"/>
    <w:rsid w:val="000D7A6A"/>
    <w:rsid w:val="000E055B"/>
    <w:rsid w:val="000E330D"/>
    <w:rsid w:val="000E4518"/>
    <w:rsid w:val="000E5292"/>
    <w:rsid w:val="000E7A81"/>
    <w:rsid w:val="000F0627"/>
    <w:rsid w:val="000F2153"/>
    <w:rsid w:val="000F4C08"/>
    <w:rsid w:val="001009BB"/>
    <w:rsid w:val="0010621B"/>
    <w:rsid w:val="00106794"/>
    <w:rsid w:val="00106A57"/>
    <w:rsid w:val="00115DB0"/>
    <w:rsid w:val="00116343"/>
    <w:rsid w:val="001171CF"/>
    <w:rsid w:val="0012020E"/>
    <w:rsid w:val="00120A6C"/>
    <w:rsid w:val="00120C5E"/>
    <w:rsid w:val="001215B9"/>
    <w:rsid w:val="0012326A"/>
    <w:rsid w:val="0012346C"/>
    <w:rsid w:val="001243B0"/>
    <w:rsid w:val="00124504"/>
    <w:rsid w:val="00124B0A"/>
    <w:rsid w:val="001252EA"/>
    <w:rsid w:val="00130A66"/>
    <w:rsid w:val="00133439"/>
    <w:rsid w:val="0013481E"/>
    <w:rsid w:val="001354A0"/>
    <w:rsid w:val="00135C98"/>
    <w:rsid w:val="00136372"/>
    <w:rsid w:val="001370BE"/>
    <w:rsid w:val="00137804"/>
    <w:rsid w:val="00137F67"/>
    <w:rsid w:val="00142B88"/>
    <w:rsid w:val="00144312"/>
    <w:rsid w:val="00144452"/>
    <w:rsid w:val="00144F97"/>
    <w:rsid w:val="0014607D"/>
    <w:rsid w:val="00152BA2"/>
    <w:rsid w:val="00153C29"/>
    <w:rsid w:val="00156A15"/>
    <w:rsid w:val="00164C30"/>
    <w:rsid w:val="00183786"/>
    <w:rsid w:val="00183B77"/>
    <w:rsid w:val="00190AEA"/>
    <w:rsid w:val="00192279"/>
    <w:rsid w:val="001926CF"/>
    <w:rsid w:val="0019560A"/>
    <w:rsid w:val="001974B7"/>
    <w:rsid w:val="001A20BD"/>
    <w:rsid w:val="001B1408"/>
    <w:rsid w:val="001B3E3C"/>
    <w:rsid w:val="001B582E"/>
    <w:rsid w:val="001B5E61"/>
    <w:rsid w:val="001B6FA9"/>
    <w:rsid w:val="001C0319"/>
    <w:rsid w:val="001D13AA"/>
    <w:rsid w:val="001D4018"/>
    <w:rsid w:val="001D43E4"/>
    <w:rsid w:val="001D58F3"/>
    <w:rsid w:val="001E58C7"/>
    <w:rsid w:val="001E58E2"/>
    <w:rsid w:val="001F4189"/>
    <w:rsid w:val="001F43B3"/>
    <w:rsid w:val="00200BAD"/>
    <w:rsid w:val="00201E58"/>
    <w:rsid w:val="0020390A"/>
    <w:rsid w:val="00204414"/>
    <w:rsid w:val="002060EF"/>
    <w:rsid w:val="00206C16"/>
    <w:rsid w:val="00214BF5"/>
    <w:rsid w:val="002214C3"/>
    <w:rsid w:val="002319CF"/>
    <w:rsid w:val="00233604"/>
    <w:rsid w:val="002403E6"/>
    <w:rsid w:val="0024499B"/>
    <w:rsid w:val="00244EFD"/>
    <w:rsid w:val="002553B5"/>
    <w:rsid w:val="00263A9A"/>
    <w:rsid w:val="00267A6C"/>
    <w:rsid w:val="00283375"/>
    <w:rsid w:val="0028463A"/>
    <w:rsid w:val="00285C58"/>
    <w:rsid w:val="00293605"/>
    <w:rsid w:val="002944A8"/>
    <w:rsid w:val="00294EB9"/>
    <w:rsid w:val="002A0F13"/>
    <w:rsid w:val="002A12A4"/>
    <w:rsid w:val="002A1BD8"/>
    <w:rsid w:val="002A29CA"/>
    <w:rsid w:val="002A6AF6"/>
    <w:rsid w:val="002A714B"/>
    <w:rsid w:val="002B2CC5"/>
    <w:rsid w:val="002C62B9"/>
    <w:rsid w:val="002E025E"/>
    <w:rsid w:val="002E2BD0"/>
    <w:rsid w:val="002E53B9"/>
    <w:rsid w:val="002E5B26"/>
    <w:rsid w:val="002F068F"/>
    <w:rsid w:val="002F0C6D"/>
    <w:rsid w:val="002F1820"/>
    <w:rsid w:val="002F5114"/>
    <w:rsid w:val="002F7C01"/>
    <w:rsid w:val="00300D71"/>
    <w:rsid w:val="003103F4"/>
    <w:rsid w:val="00316F0D"/>
    <w:rsid w:val="00333716"/>
    <w:rsid w:val="003357F4"/>
    <w:rsid w:val="00336CFF"/>
    <w:rsid w:val="003405FA"/>
    <w:rsid w:val="00342B1D"/>
    <w:rsid w:val="0034511B"/>
    <w:rsid w:val="0034727A"/>
    <w:rsid w:val="00351251"/>
    <w:rsid w:val="003524F1"/>
    <w:rsid w:val="00356002"/>
    <w:rsid w:val="00357154"/>
    <w:rsid w:val="00357BF8"/>
    <w:rsid w:val="003626CC"/>
    <w:rsid w:val="00365F3E"/>
    <w:rsid w:val="0036732E"/>
    <w:rsid w:val="003724A3"/>
    <w:rsid w:val="003819A0"/>
    <w:rsid w:val="003823EE"/>
    <w:rsid w:val="00382483"/>
    <w:rsid w:val="00392AED"/>
    <w:rsid w:val="0039352A"/>
    <w:rsid w:val="003957E8"/>
    <w:rsid w:val="003A1F07"/>
    <w:rsid w:val="003A4CA8"/>
    <w:rsid w:val="003A5575"/>
    <w:rsid w:val="003B12B5"/>
    <w:rsid w:val="003B1857"/>
    <w:rsid w:val="003B4E78"/>
    <w:rsid w:val="003B74A2"/>
    <w:rsid w:val="003B78D2"/>
    <w:rsid w:val="003C39F9"/>
    <w:rsid w:val="003C6FEB"/>
    <w:rsid w:val="003D47CA"/>
    <w:rsid w:val="003E03B2"/>
    <w:rsid w:val="003E2C73"/>
    <w:rsid w:val="003E4C9D"/>
    <w:rsid w:val="003E5E12"/>
    <w:rsid w:val="003F2C04"/>
    <w:rsid w:val="00402ACB"/>
    <w:rsid w:val="00411450"/>
    <w:rsid w:val="0041325B"/>
    <w:rsid w:val="004211F9"/>
    <w:rsid w:val="00427F44"/>
    <w:rsid w:val="004340E4"/>
    <w:rsid w:val="00435E78"/>
    <w:rsid w:val="0044355A"/>
    <w:rsid w:val="0044423B"/>
    <w:rsid w:val="004515F8"/>
    <w:rsid w:val="004632D9"/>
    <w:rsid w:val="004644FF"/>
    <w:rsid w:val="0047158B"/>
    <w:rsid w:val="00471F3B"/>
    <w:rsid w:val="00476EB8"/>
    <w:rsid w:val="00480B45"/>
    <w:rsid w:val="00490951"/>
    <w:rsid w:val="0049102A"/>
    <w:rsid w:val="00492F02"/>
    <w:rsid w:val="004A490A"/>
    <w:rsid w:val="004A6B08"/>
    <w:rsid w:val="004A79F5"/>
    <w:rsid w:val="004B081C"/>
    <w:rsid w:val="004B430E"/>
    <w:rsid w:val="004B451D"/>
    <w:rsid w:val="004B4CE7"/>
    <w:rsid w:val="004B64C4"/>
    <w:rsid w:val="004B6E5E"/>
    <w:rsid w:val="004C070E"/>
    <w:rsid w:val="004D118B"/>
    <w:rsid w:val="004D4F74"/>
    <w:rsid w:val="004D63B5"/>
    <w:rsid w:val="004D7EBF"/>
    <w:rsid w:val="004E02CD"/>
    <w:rsid w:val="004E0B2E"/>
    <w:rsid w:val="004E1415"/>
    <w:rsid w:val="004E336B"/>
    <w:rsid w:val="004E5531"/>
    <w:rsid w:val="004E645E"/>
    <w:rsid w:val="004E6B53"/>
    <w:rsid w:val="004E6C0A"/>
    <w:rsid w:val="004F0DC6"/>
    <w:rsid w:val="004F19B1"/>
    <w:rsid w:val="004F1EBE"/>
    <w:rsid w:val="004F5010"/>
    <w:rsid w:val="004F7C53"/>
    <w:rsid w:val="00500907"/>
    <w:rsid w:val="00501DF7"/>
    <w:rsid w:val="0050240E"/>
    <w:rsid w:val="00504939"/>
    <w:rsid w:val="005053A9"/>
    <w:rsid w:val="00506C54"/>
    <w:rsid w:val="0051144A"/>
    <w:rsid w:val="00513AED"/>
    <w:rsid w:val="00514699"/>
    <w:rsid w:val="00522288"/>
    <w:rsid w:val="00525265"/>
    <w:rsid w:val="00527771"/>
    <w:rsid w:val="00527F07"/>
    <w:rsid w:val="0053200C"/>
    <w:rsid w:val="005351C6"/>
    <w:rsid w:val="00537E34"/>
    <w:rsid w:val="005444BB"/>
    <w:rsid w:val="005464BE"/>
    <w:rsid w:val="00546E7B"/>
    <w:rsid w:val="00552A9A"/>
    <w:rsid w:val="0055539B"/>
    <w:rsid w:val="005602CE"/>
    <w:rsid w:val="00561CBF"/>
    <w:rsid w:val="00566499"/>
    <w:rsid w:val="00570C60"/>
    <w:rsid w:val="00577AC5"/>
    <w:rsid w:val="00584CD6"/>
    <w:rsid w:val="00585684"/>
    <w:rsid w:val="0059051D"/>
    <w:rsid w:val="005956C6"/>
    <w:rsid w:val="005A74C7"/>
    <w:rsid w:val="005A7E1E"/>
    <w:rsid w:val="005B02C5"/>
    <w:rsid w:val="005B5304"/>
    <w:rsid w:val="005C4938"/>
    <w:rsid w:val="005D23C5"/>
    <w:rsid w:val="005D3359"/>
    <w:rsid w:val="005D5202"/>
    <w:rsid w:val="005D5C8A"/>
    <w:rsid w:val="005E10ED"/>
    <w:rsid w:val="005F1423"/>
    <w:rsid w:val="005F1621"/>
    <w:rsid w:val="005F2CB2"/>
    <w:rsid w:val="005F5991"/>
    <w:rsid w:val="005F6143"/>
    <w:rsid w:val="006002C5"/>
    <w:rsid w:val="006020A8"/>
    <w:rsid w:val="00612F4D"/>
    <w:rsid w:val="006139E5"/>
    <w:rsid w:val="006229A2"/>
    <w:rsid w:val="006320D9"/>
    <w:rsid w:val="00635A3B"/>
    <w:rsid w:val="0064126A"/>
    <w:rsid w:val="006500B6"/>
    <w:rsid w:val="006503B3"/>
    <w:rsid w:val="006528F9"/>
    <w:rsid w:val="00652BC3"/>
    <w:rsid w:val="00653C4D"/>
    <w:rsid w:val="00654793"/>
    <w:rsid w:val="00662A71"/>
    <w:rsid w:val="00664019"/>
    <w:rsid w:val="00664458"/>
    <w:rsid w:val="00671C22"/>
    <w:rsid w:val="00671D51"/>
    <w:rsid w:val="006778D1"/>
    <w:rsid w:val="00683E69"/>
    <w:rsid w:val="006A056C"/>
    <w:rsid w:val="006A0EF8"/>
    <w:rsid w:val="006A5252"/>
    <w:rsid w:val="006A553D"/>
    <w:rsid w:val="006A730E"/>
    <w:rsid w:val="006B2165"/>
    <w:rsid w:val="006B625C"/>
    <w:rsid w:val="006D1215"/>
    <w:rsid w:val="006D18F9"/>
    <w:rsid w:val="006D4704"/>
    <w:rsid w:val="006D50E9"/>
    <w:rsid w:val="006D5B03"/>
    <w:rsid w:val="006F083D"/>
    <w:rsid w:val="0071116E"/>
    <w:rsid w:val="00711596"/>
    <w:rsid w:val="00712F0F"/>
    <w:rsid w:val="007158FD"/>
    <w:rsid w:val="007159B7"/>
    <w:rsid w:val="00725F04"/>
    <w:rsid w:val="00730DB9"/>
    <w:rsid w:val="007350C0"/>
    <w:rsid w:val="00736BAC"/>
    <w:rsid w:val="00736F8F"/>
    <w:rsid w:val="00737C3C"/>
    <w:rsid w:val="00740ECF"/>
    <w:rsid w:val="007441E6"/>
    <w:rsid w:val="00744CA5"/>
    <w:rsid w:val="00753D1E"/>
    <w:rsid w:val="00771D22"/>
    <w:rsid w:val="0077363D"/>
    <w:rsid w:val="00773850"/>
    <w:rsid w:val="007754BC"/>
    <w:rsid w:val="00781D07"/>
    <w:rsid w:val="0079439B"/>
    <w:rsid w:val="007965AF"/>
    <w:rsid w:val="007970A9"/>
    <w:rsid w:val="007979D0"/>
    <w:rsid w:val="007A321C"/>
    <w:rsid w:val="007A3309"/>
    <w:rsid w:val="007A7F93"/>
    <w:rsid w:val="007B39A7"/>
    <w:rsid w:val="007B3F73"/>
    <w:rsid w:val="007C0A2B"/>
    <w:rsid w:val="007C410A"/>
    <w:rsid w:val="007C695D"/>
    <w:rsid w:val="007C6A04"/>
    <w:rsid w:val="007D797D"/>
    <w:rsid w:val="007E24FE"/>
    <w:rsid w:val="007E2656"/>
    <w:rsid w:val="007E269C"/>
    <w:rsid w:val="007E2D3E"/>
    <w:rsid w:val="007E5441"/>
    <w:rsid w:val="007E6547"/>
    <w:rsid w:val="007F1414"/>
    <w:rsid w:val="007F7C93"/>
    <w:rsid w:val="00800D9C"/>
    <w:rsid w:val="0080147C"/>
    <w:rsid w:val="00802CFF"/>
    <w:rsid w:val="00804C04"/>
    <w:rsid w:val="00805279"/>
    <w:rsid w:val="008207AA"/>
    <w:rsid w:val="008232DF"/>
    <w:rsid w:val="008263DF"/>
    <w:rsid w:val="00836259"/>
    <w:rsid w:val="008375C0"/>
    <w:rsid w:val="00837E27"/>
    <w:rsid w:val="00841B82"/>
    <w:rsid w:val="0084382B"/>
    <w:rsid w:val="008469F5"/>
    <w:rsid w:val="00846B03"/>
    <w:rsid w:val="00847DB9"/>
    <w:rsid w:val="00853B07"/>
    <w:rsid w:val="00857DE3"/>
    <w:rsid w:val="00870E16"/>
    <w:rsid w:val="00876C80"/>
    <w:rsid w:val="00876CEB"/>
    <w:rsid w:val="008778BC"/>
    <w:rsid w:val="00885EBC"/>
    <w:rsid w:val="00891031"/>
    <w:rsid w:val="00895D9B"/>
    <w:rsid w:val="008A3024"/>
    <w:rsid w:val="008A3F1D"/>
    <w:rsid w:val="008A429D"/>
    <w:rsid w:val="008A78A7"/>
    <w:rsid w:val="008B01CC"/>
    <w:rsid w:val="008B2E0E"/>
    <w:rsid w:val="008C0596"/>
    <w:rsid w:val="008C7F62"/>
    <w:rsid w:val="008D007B"/>
    <w:rsid w:val="008D23BD"/>
    <w:rsid w:val="008E4938"/>
    <w:rsid w:val="008F0492"/>
    <w:rsid w:val="008F0B74"/>
    <w:rsid w:val="008F1CEE"/>
    <w:rsid w:val="008F2DE0"/>
    <w:rsid w:val="008F5B96"/>
    <w:rsid w:val="008F72AC"/>
    <w:rsid w:val="00900A3C"/>
    <w:rsid w:val="00902046"/>
    <w:rsid w:val="00902D70"/>
    <w:rsid w:val="00915CB2"/>
    <w:rsid w:val="00916FC6"/>
    <w:rsid w:val="009178CA"/>
    <w:rsid w:val="00917C11"/>
    <w:rsid w:val="00921B59"/>
    <w:rsid w:val="009245B1"/>
    <w:rsid w:val="00924C7B"/>
    <w:rsid w:val="00925AE9"/>
    <w:rsid w:val="00927E48"/>
    <w:rsid w:val="00930B33"/>
    <w:rsid w:val="009310FE"/>
    <w:rsid w:val="00933D6F"/>
    <w:rsid w:val="009346B6"/>
    <w:rsid w:val="009410C6"/>
    <w:rsid w:val="009512D1"/>
    <w:rsid w:val="0096038A"/>
    <w:rsid w:val="00962CA5"/>
    <w:rsid w:val="00967E2A"/>
    <w:rsid w:val="00967FC9"/>
    <w:rsid w:val="00974AF4"/>
    <w:rsid w:val="00976424"/>
    <w:rsid w:val="00984B29"/>
    <w:rsid w:val="0098596C"/>
    <w:rsid w:val="00986451"/>
    <w:rsid w:val="00986624"/>
    <w:rsid w:val="00986860"/>
    <w:rsid w:val="00991376"/>
    <w:rsid w:val="00995799"/>
    <w:rsid w:val="00995E91"/>
    <w:rsid w:val="009B1B57"/>
    <w:rsid w:val="009B3027"/>
    <w:rsid w:val="009B4A6D"/>
    <w:rsid w:val="009C6C92"/>
    <w:rsid w:val="009D601D"/>
    <w:rsid w:val="009E4109"/>
    <w:rsid w:val="009F0835"/>
    <w:rsid w:val="009F6606"/>
    <w:rsid w:val="00A02804"/>
    <w:rsid w:val="00A033E1"/>
    <w:rsid w:val="00A038D0"/>
    <w:rsid w:val="00A045B4"/>
    <w:rsid w:val="00A050B3"/>
    <w:rsid w:val="00A064C4"/>
    <w:rsid w:val="00A07EF2"/>
    <w:rsid w:val="00A119E0"/>
    <w:rsid w:val="00A143FD"/>
    <w:rsid w:val="00A150F9"/>
    <w:rsid w:val="00A1679B"/>
    <w:rsid w:val="00A23517"/>
    <w:rsid w:val="00A25E87"/>
    <w:rsid w:val="00A30A97"/>
    <w:rsid w:val="00A32C7D"/>
    <w:rsid w:val="00A34BC8"/>
    <w:rsid w:val="00A35B11"/>
    <w:rsid w:val="00A35BCF"/>
    <w:rsid w:val="00A41537"/>
    <w:rsid w:val="00A440D1"/>
    <w:rsid w:val="00A628BB"/>
    <w:rsid w:val="00A677B9"/>
    <w:rsid w:val="00A73B53"/>
    <w:rsid w:val="00A741E3"/>
    <w:rsid w:val="00A768A1"/>
    <w:rsid w:val="00A81E87"/>
    <w:rsid w:val="00A83022"/>
    <w:rsid w:val="00A8469C"/>
    <w:rsid w:val="00A9143B"/>
    <w:rsid w:val="00A93460"/>
    <w:rsid w:val="00AA1A79"/>
    <w:rsid w:val="00AA5AF0"/>
    <w:rsid w:val="00AA6D39"/>
    <w:rsid w:val="00AA78C8"/>
    <w:rsid w:val="00AB20AA"/>
    <w:rsid w:val="00AB4E33"/>
    <w:rsid w:val="00AB4F96"/>
    <w:rsid w:val="00AC0ED5"/>
    <w:rsid w:val="00AD02CB"/>
    <w:rsid w:val="00AD07F4"/>
    <w:rsid w:val="00AD61E3"/>
    <w:rsid w:val="00AE727B"/>
    <w:rsid w:val="00AF1302"/>
    <w:rsid w:val="00AF1FB7"/>
    <w:rsid w:val="00AF312C"/>
    <w:rsid w:val="00AF6FF0"/>
    <w:rsid w:val="00AF7477"/>
    <w:rsid w:val="00B00E76"/>
    <w:rsid w:val="00B039C1"/>
    <w:rsid w:val="00B04C18"/>
    <w:rsid w:val="00B07ADA"/>
    <w:rsid w:val="00B1197F"/>
    <w:rsid w:val="00B15741"/>
    <w:rsid w:val="00B17A87"/>
    <w:rsid w:val="00B21742"/>
    <w:rsid w:val="00B245B0"/>
    <w:rsid w:val="00B258DF"/>
    <w:rsid w:val="00B35DD9"/>
    <w:rsid w:val="00B37056"/>
    <w:rsid w:val="00B40155"/>
    <w:rsid w:val="00B4288F"/>
    <w:rsid w:val="00B51D2F"/>
    <w:rsid w:val="00B53ED9"/>
    <w:rsid w:val="00B55363"/>
    <w:rsid w:val="00B60AD1"/>
    <w:rsid w:val="00B61CFD"/>
    <w:rsid w:val="00B66A13"/>
    <w:rsid w:val="00B7368B"/>
    <w:rsid w:val="00B73DF2"/>
    <w:rsid w:val="00B74DF8"/>
    <w:rsid w:val="00B80857"/>
    <w:rsid w:val="00B82542"/>
    <w:rsid w:val="00B83AA5"/>
    <w:rsid w:val="00B8548D"/>
    <w:rsid w:val="00B85939"/>
    <w:rsid w:val="00B85AC5"/>
    <w:rsid w:val="00B920A2"/>
    <w:rsid w:val="00B9671D"/>
    <w:rsid w:val="00B97C6B"/>
    <w:rsid w:val="00BA094C"/>
    <w:rsid w:val="00BA0DFF"/>
    <w:rsid w:val="00BA35AE"/>
    <w:rsid w:val="00BA4DB0"/>
    <w:rsid w:val="00BB526A"/>
    <w:rsid w:val="00BB7C36"/>
    <w:rsid w:val="00BC0916"/>
    <w:rsid w:val="00BC1263"/>
    <w:rsid w:val="00BC22BA"/>
    <w:rsid w:val="00BC3A88"/>
    <w:rsid w:val="00BC581F"/>
    <w:rsid w:val="00BC69BE"/>
    <w:rsid w:val="00BC76A1"/>
    <w:rsid w:val="00BD11D5"/>
    <w:rsid w:val="00BD3FFE"/>
    <w:rsid w:val="00BD41FC"/>
    <w:rsid w:val="00BD6A2D"/>
    <w:rsid w:val="00BD7813"/>
    <w:rsid w:val="00BE054D"/>
    <w:rsid w:val="00BE4F9C"/>
    <w:rsid w:val="00BE5545"/>
    <w:rsid w:val="00BF129E"/>
    <w:rsid w:val="00BF4CD7"/>
    <w:rsid w:val="00BF62A8"/>
    <w:rsid w:val="00C033B9"/>
    <w:rsid w:val="00C04277"/>
    <w:rsid w:val="00C11E27"/>
    <w:rsid w:val="00C11FFD"/>
    <w:rsid w:val="00C32DF0"/>
    <w:rsid w:val="00C33C0D"/>
    <w:rsid w:val="00C36A65"/>
    <w:rsid w:val="00C52AFE"/>
    <w:rsid w:val="00C572BF"/>
    <w:rsid w:val="00C6292E"/>
    <w:rsid w:val="00C629AF"/>
    <w:rsid w:val="00C6406F"/>
    <w:rsid w:val="00C64765"/>
    <w:rsid w:val="00C724C6"/>
    <w:rsid w:val="00C72A98"/>
    <w:rsid w:val="00C72DA0"/>
    <w:rsid w:val="00C7521C"/>
    <w:rsid w:val="00C77F9E"/>
    <w:rsid w:val="00C82D41"/>
    <w:rsid w:val="00C86248"/>
    <w:rsid w:val="00C90D8F"/>
    <w:rsid w:val="00C90E0E"/>
    <w:rsid w:val="00C9264D"/>
    <w:rsid w:val="00C94674"/>
    <w:rsid w:val="00C967E6"/>
    <w:rsid w:val="00CA216A"/>
    <w:rsid w:val="00CA23DE"/>
    <w:rsid w:val="00CB5036"/>
    <w:rsid w:val="00CC23BF"/>
    <w:rsid w:val="00CC295E"/>
    <w:rsid w:val="00CC5424"/>
    <w:rsid w:val="00CC7447"/>
    <w:rsid w:val="00CD042D"/>
    <w:rsid w:val="00CD654C"/>
    <w:rsid w:val="00CE0A8D"/>
    <w:rsid w:val="00CE1833"/>
    <w:rsid w:val="00CE2A26"/>
    <w:rsid w:val="00CE458F"/>
    <w:rsid w:val="00CF726E"/>
    <w:rsid w:val="00CF752E"/>
    <w:rsid w:val="00D02F8E"/>
    <w:rsid w:val="00D12024"/>
    <w:rsid w:val="00D12417"/>
    <w:rsid w:val="00D133ED"/>
    <w:rsid w:val="00D17BAA"/>
    <w:rsid w:val="00D21222"/>
    <w:rsid w:val="00D21A0D"/>
    <w:rsid w:val="00D2290C"/>
    <w:rsid w:val="00D22FC7"/>
    <w:rsid w:val="00D25946"/>
    <w:rsid w:val="00D31B07"/>
    <w:rsid w:val="00D326C4"/>
    <w:rsid w:val="00D34307"/>
    <w:rsid w:val="00D346D6"/>
    <w:rsid w:val="00D348C7"/>
    <w:rsid w:val="00D47434"/>
    <w:rsid w:val="00D4799F"/>
    <w:rsid w:val="00D501D3"/>
    <w:rsid w:val="00D5371C"/>
    <w:rsid w:val="00D558C5"/>
    <w:rsid w:val="00D56DC7"/>
    <w:rsid w:val="00D60B3E"/>
    <w:rsid w:val="00D73B45"/>
    <w:rsid w:val="00D74A61"/>
    <w:rsid w:val="00D76B5E"/>
    <w:rsid w:val="00D84CA5"/>
    <w:rsid w:val="00D86CEE"/>
    <w:rsid w:val="00D87203"/>
    <w:rsid w:val="00D91C42"/>
    <w:rsid w:val="00D93692"/>
    <w:rsid w:val="00D954CC"/>
    <w:rsid w:val="00DA28F4"/>
    <w:rsid w:val="00DA5E03"/>
    <w:rsid w:val="00DA61E1"/>
    <w:rsid w:val="00DA71B1"/>
    <w:rsid w:val="00DB1050"/>
    <w:rsid w:val="00DB3DEC"/>
    <w:rsid w:val="00DB5F84"/>
    <w:rsid w:val="00DB6431"/>
    <w:rsid w:val="00DC1AC3"/>
    <w:rsid w:val="00DC1B2B"/>
    <w:rsid w:val="00DC440E"/>
    <w:rsid w:val="00DC4422"/>
    <w:rsid w:val="00DC7722"/>
    <w:rsid w:val="00DE39E6"/>
    <w:rsid w:val="00DE3CE3"/>
    <w:rsid w:val="00DE567B"/>
    <w:rsid w:val="00DE5F9F"/>
    <w:rsid w:val="00DE7666"/>
    <w:rsid w:val="00DE78BF"/>
    <w:rsid w:val="00DF07EA"/>
    <w:rsid w:val="00DF124D"/>
    <w:rsid w:val="00E04292"/>
    <w:rsid w:val="00E04450"/>
    <w:rsid w:val="00E075C8"/>
    <w:rsid w:val="00E2471E"/>
    <w:rsid w:val="00E263CB"/>
    <w:rsid w:val="00E3039E"/>
    <w:rsid w:val="00E307F2"/>
    <w:rsid w:val="00E37180"/>
    <w:rsid w:val="00E41504"/>
    <w:rsid w:val="00E51FB7"/>
    <w:rsid w:val="00E57481"/>
    <w:rsid w:val="00E62A3C"/>
    <w:rsid w:val="00E62DEC"/>
    <w:rsid w:val="00E6550E"/>
    <w:rsid w:val="00E71C6B"/>
    <w:rsid w:val="00E71EFD"/>
    <w:rsid w:val="00E84AAB"/>
    <w:rsid w:val="00E96E26"/>
    <w:rsid w:val="00E97A62"/>
    <w:rsid w:val="00EA655C"/>
    <w:rsid w:val="00EB1652"/>
    <w:rsid w:val="00EB6DEA"/>
    <w:rsid w:val="00EB79D6"/>
    <w:rsid w:val="00EC24EA"/>
    <w:rsid w:val="00EC4DE8"/>
    <w:rsid w:val="00ED2B3F"/>
    <w:rsid w:val="00ED68AB"/>
    <w:rsid w:val="00EE37C2"/>
    <w:rsid w:val="00EE5DB5"/>
    <w:rsid w:val="00EE6E13"/>
    <w:rsid w:val="00EE75D0"/>
    <w:rsid w:val="00EF4266"/>
    <w:rsid w:val="00EF4BCF"/>
    <w:rsid w:val="00EF7E49"/>
    <w:rsid w:val="00F03BE3"/>
    <w:rsid w:val="00F05FE2"/>
    <w:rsid w:val="00F14241"/>
    <w:rsid w:val="00F20A97"/>
    <w:rsid w:val="00F26156"/>
    <w:rsid w:val="00F278DF"/>
    <w:rsid w:val="00F30F8C"/>
    <w:rsid w:val="00F40C56"/>
    <w:rsid w:val="00F45081"/>
    <w:rsid w:val="00F45234"/>
    <w:rsid w:val="00F45E15"/>
    <w:rsid w:val="00F469A1"/>
    <w:rsid w:val="00F51A16"/>
    <w:rsid w:val="00F55BD2"/>
    <w:rsid w:val="00F56721"/>
    <w:rsid w:val="00F57C2B"/>
    <w:rsid w:val="00F82666"/>
    <w:rsid w:val="00F96ACE"/>
    <w:rsid w:val="00F97490"/>
    <w:rsid w:val="00FA0448"/>
    <w:rsid w:val="00FA1340"/>
    <w:rsid w:val="00FA41DC"/>
    <w:rsid w:val="00FB3C4D"/>
    <w:rsid w:val="00FB5080"/>
    <w:rsid w:val="00FB5D92"/>
    <w:rsid w:val="00FB6AF5"/>
    <w:rsid w:val="00FC1601"/>
    <w:rsid w:val="00FC41F7"/>
    <w:rsid w:val="00FC62F3"/>
    <w:rsid w:val="00FC7FA7"/>
    <w:rsid w:val="00FD49E5"/>
    <w:rsid w:val="00FD7283"/>
    <w:rsid w:val="00FE0B43"/>
    <w:rsid w:val="00FE2494"/>
    <w:rsid w:val="00FE6D85"/>
    <w:rsid w:val="00FF1830"/>
    <w:rsid w:val="00FF4C3B"/>
    <w:rsid w:val="00FF6413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CF0098"/>
  <w15:docId w15:val="{216B3914-7755-D24B-B41A-064B2A43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18"/>
        <w:szCs w:val="18"/>
        <w:lang w:val="de-DE" w:eastAsia="de-DE" w:bidi="ar-SA"/>
      </w:rPr>
    </w:rPrDefault>
    <w:pPrDefault>
      <w:pPr>
        <w:spacing w:after="30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4266"/>
  </w:style>
  <w:style w:type="paragraph" w:styleId="berschrift1">
    <w:name w:val="heading 1"/>
    <w:basedOn w:val="Standard"/>
    <w:next w:val="Standard"/>
    <w:link w:val="berschrift1Zchn"/>
    <w:qFormat/>
    <w:rsid w:val="008C7F62"/>
    <w:pPr>
      <w:keepNext/>
      <w:numPr>
        <w:numId w:val="1"/>
      </w:numPr>
      <w:tabs>
        <w:tab w:val="clear" w:pos="567"/>
      </w:tabs>
      <w:ind w:hanging="567"/>
      <w:outlineLvl w:val="0"/>
    </w:pPr>
    <w:rPr>
      <w:b/>
      <w:sz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E5545"/>
    <w:pPr>
      <w:keepNext/>
      <w:keepLines/>
      <w:numPr>
        <w:numId w:val="2"/>
      </w:numPr>
      <w:spacing w:before="200" w:after="0"/>
      <w:outlineLvl w:val="1"/>
    </w:pPr>
    <w:rPr>
      <w:rFonts w:ascii="Helvetica Neue" w:eastAsiaTheme="majorEastAsia" w:hAnsi="Helvetica Neue" w:cstheme="majorBidi"/>
      <w:color w:val="00335B" w:themeColor="text2"/>
    </w:rPr>
  </w:style>
  <w:style w:type="paragraph" w:styleId="berschrift3">
    <w:name w:val="heading 3"/>
    <w:basedOn w:val="berschrift2"/>
    <w:next w:val="Standard"/>
    <w:link w:val="berschrift3Zchn"/>
    <w:autoRedefine/>
    <w:qFormat/>
    <w:rsid w:val="008C7F62"/>
    <w:pPr>
      <w:keepLines w:val="0"/>
      <w:numPr>
        <w:ilvl w:val="1"/>
        <w:numId w:val="1"/>
      </w:numPr>
      <w:spacing w:before="0" w:after="300"/>
      <w:ind w:left="426" w:hanging="425"/>
      <w:outlineLvl w:val="2"/>
    </w:pPr>
    <w:rPr>
      <w:rFonts w:ascii="Arial" w:eastAsia="Times New Roman" w:hAnsi="Arial" w:cs="Times New Roman"/>
      <w:bCs/>
      <w:color w:val="auto"/>
      <w:sz w:val="22"/>
      <w:szCs w:val="20"/>
    </w:rPr>
  </w:style>
  <w:style w:type="paragraph" w:styleId="berschrift4">
    <w:name w:val="heading 4"/>
    <w:basedOn w:val="berschrift3"/>
    <w:next w:val="Standard"/>
    <w:link w:val="berschrift4Zchn"/>
    <w:qFormat/>
    <w:rsid w:val="008C7F62"/>
    <w:pPr>
      <w:numPr>
        <w:ilvl w:val="3"/>
      </w:numPr>
      <w:ind w:hanging="567"/>
      <w:outlineLvl w:val="3"/>
    </w:pPr>
    <w:rPr>
      <w:b/>
    </w:rPr>
  </w:style>
  <w:style w:type="paragraph" w:styleId="berschrift5">
    <w:name w:val="heading 5"/>
    <w:basedOn w:val="berschrift4"/>
    <w:next w:val="Standard"/>
    <w:link w:val="berschrift5Zchn"/>
    <w:qFormat/>
    <w:rsid w:val="008C7F62"/>
    <w:pPr>
      <w:numPr>
        <w:ilvl w:val="4"/>
      </w:numPr>
      <w:ind w:hanging="567"/>
      <w:outlineLvl w:val="4"/>
    </w:pPr>
  </w:style>
  <w:style w:type="paragraph" w:styleId="berschrift6">
    <w:name w:val="heading 6"/>
    <w:basedOn w:val="berschrift5"/>
    <w:next w:val="Standard"/>
    <w:link w:val="berschrift6Zchn"/>
    <w:qFormat/>
    <w:rsid w:val="008C7F62"/>
    <w:pPr>
      <w:numPr>
        <w:ilvl w:val="5"/>
      </w:numPr>
      <w:ind w:hanging="567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528F9"/>
    <w:pPr>
      <w:spacing w:before="100" w:beforeAutospacing="1" w:after="100" w:afterAutospacing="1"/>
    </w:pPr>
    <w:rPr>
      <w:rFonts w:eastAsiaTheme="minorEastAsia"/>
    </w:rPr>
  </w:style>
  <w:style w:type="paragraph" w:styleId="Kopfzeile">
    <w:name w:val="header"/>
    <w:basedOn w:val="Standard"/>
    <w:link w:val="KopfzeileZchn"/>
    <w:uiPriority w:val="99"/>
    <w:unhideWhenUsed/>
    <w:rsid w:val="006528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528F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528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528F9"/>
    <w:rPr>
      <w:sz w:val="24"/>
      <w:szCs w:val="24"/>
    </w:rPr>
  </w:style>
  <w:style w:type="table" w:styleId="Tabellenraster">
    <w:name w:val="Table Grid"/>
    <w:basedOn w:val="NormaleTabelle"/>
    <w:uiPriority w:val="59"/>
    <w:rsid w:val="00652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105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105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8C7F62"/>
    <w:rPr>
      <w:b/>
      <w:sz w:val="30"/>
    </w:rPr>
  </w:style>
  <w:style w:type="character" w:customStyle="1" w:styleId="berschrift3Zchn">
    <w:name w:val="Überschrift 3 Zchn"/>
    <w:basedOn w:val="Absatz-Standardschriftart"/>
    <w:link w:val="berschrift3"/>
    <w:rsid w:val="008C7F62"/>
    <w:rPr>
      <w:rFonts w:ascii="Arial" w:hAnsi="Arial"/>
      <w:bCs/>
      <w:sz w:val="22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8C7F62"/>
    <w:rPr>
      <w:rFonts w:ascii="Arial" w:hAnsi="Arial"/>
      <w:b/>
      <w:bCs/>
      <w:sz w:val="22"/>
      <w:szCs w:val="20"/>
    </w:rPr>
  </w:style>
  <w:style w:type="character" w:customStyle="1" w:styleId="berschrift5Zchn">
    <w:name w:val="Überschrift 5 Zchn"/>
    <w:basedOn w:val="Absatz-Standardschriftart"/>
    <w:link w:val="berschrift5"/>
    <w:rsid w:val="008C7F62"/>
    <w:rPr>
      <w:rFonts w:ascii="Arial" w:hAnsi="Arial"/>
      <w:b/>
      <w:bCs/>
      <w:sz w:val="22"/>
      <w:szCs w:val="20"/>
    </w:rPr>
  </w:style>
  <w:style w:type="character" w:customStyle="1" w:styleId="berschrift6Zchn">
    <w:name w:val="Überschrift 6 Zchn"/>
    <w:basedOn w:val="Absatz-Standardschriftart"/>
    <w:link w:val="berschrift6"/>
    <w:rsid w:val="008C7F62"/>
    <w:rPr>
      <w:rFonts w:ascii="Arial" w:hAnsi="Arial"/>
      <w:b/>
      <w:bCs/>
      <w:sz w:val="22"/>
      <w:szCs w:val="20"/>
    </w:rPr>
  </w:style>
  <w:style w:type="paragraph" w:styleId="Textkrper-Einzug2">
    <w:name w:val="Body Text Indent 2"/>
    <w:basedOn w:val="Standard"/>
    <w:link w:val="Textkrper-Einzug2Zchn"/>
    <w:rsid w:val="008C7F62"/>
    <w:pPr>
      <w:spacing w:line="240" w:lineRule="auto"/>
      <w:ind w:left="1134" w:hanging="1134"/>
    </w:pPr>
  </w:style>
  <w:style w:type="character" w:customStyle="1" w:styleId="Textkrper-Einzug2Zchn">
    <w:name w:val="Textkörper-Einzug 2 Zchn"/>
    <w:basedOn w:val="Absatz-Standardschriftart"/>
    <w:link w:val="Textkrper-Einzug2"/>
    <w:rsid w:val="008C7F62"/>
    <w:rPr>
      <w:rFonts w:ascii="Arial" w:hAnsi="Arial"/>
      <w:sz w:val="22"/>
      <w:lang w:val="en-US"/>
    </w:rPr>
  </w:style>
  <w:style w:type="paragraph" w:customStyle="1" w:styleId="Homburger">
    <w:name w:val="Homburger"/>
    <w:basedOn w:val="Standard"/>
    <w:rsid w:val="008C7F62"/>
    <w:pPr>
      <w:spacing w:after="0"/>
    </w:pPr>
  </w:style>
  <w:style w:type="paragraph" w:customStyle="1" w:styleId="Adresse">
    <w:name w:val="Adresse"/>
    <w:basedOn w:val="Standard"/>
    <w:rsid w:val="008C7F62"/>
    <w:pPr>
      <w:spacing w:after="0"/>
    </w:pPr>
  </w:style>
  <w:style w:type="paragraph" w:customStyle="1" w:styleId="Default">
    <w:name w:val="Default"/>
    <w:rsid w:val="008C7F6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E5545"/>
    <w:rPr>
      <w:rFonts w:ascii="Helvetica Neue" w:eastAsiaTheme="majorEastAsia" w:hAnsi="Helvetica Neue" w:cstheme="majorBidi"/>
      <w:color w:val="00335B" w:themeColor="text2"/>
    </w:rPr>
  </w:style>
  <w:style w:type="paragraph" w:styleId="Listenabsatz">
    <w:name w:val="List Paragraph"/>
    <w:basedOn w:val="Standard"/>
    <w:uiPriority w:val="34"/>
    <w:qFormat/>
    <w:rsid w:val="00144452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6B2165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2165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6B2165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B216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2165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2165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216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216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B2165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469A1"/>
  </w:style>
  <w:style w:type="paragraph" w:customStyle="1" w:styleId="KeinAbsatzformat">
    <w:name w:val="[Kein Absatzformat]"/>
    <w:rsid w:val="009E410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59"/>
    <w:rsid w:val="00D326C4"/>
    <w:pPr>
      <w:spacing w:after="0" w:line="240" w:lineRule="auto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C1B2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1B2B"/>
    <w:rPr>
      <w:color w:val="605E5C"/>
      <w:shd w:val="clear" w:color="auto" w:fill="E1DFDD"/>
    </w:rPr>
  </w:style>
  <w:style w:type="paragraph" w:customStyle="1" w:styleId="Formatvorlage1">
    <w:name w:val="Formatvorlage1"/>
    <w:basedOn w:val="berschrift2"/>
    <w:qFormat/>
    <w:rsid w:val="00A35BCF"/>
    <w:rPr>
      <w:b/>
      <w:bCs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927E48"/>
  </w:style>
  <w:style w:type="character" w:styleId="BesuchterLink">
    <w:name w:val="FollowedHyperlink"/>
    <w:basedOn w:val="Absatz-Standardschriftart"/>
    <w:uiPriority w:val="99"/>
    <w:semiHidden/>
    <w:unhideWhenUsed/>
    <w:rsid w:val="006A05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0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2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4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74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2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3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0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59194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2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72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6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4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7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9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78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52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82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74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43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6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19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44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0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84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27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52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8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01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38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209721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3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9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4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62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037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886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88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9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10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7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35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5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64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3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73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93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98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5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05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86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95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95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11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3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06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44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69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86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53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1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28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03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69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84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18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0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6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8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7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1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hamburg.de/wp-content/uploads/PM_you_Discount-Handel-erfindet-sich-neu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.blanke/Library/Group%20Containers/UBF8T346G9.Office/User%20Content.localized/Templates.localized/Notiz_you.dotx" TargetMode="External"/></Relationships>
</file>

<file path=word/theme/theme1.xml><?xml version="1.0" encoding="utf-8"?>
<a:theme xmlns:a="http://schemas.openxmlformats.org/drawingml/2006/main" name="Larissa">
  <a:themeElements>
    <a:clrScheme name="Schipper Company">
      <a:dk1>
        <a:sysClr val="windowText" lastClr="000000"/>
      </a:dk1>
      <a:lt1>
        <a:sysClr val="window" lastClr="FFFFFF"/>
      </a:lt1>
      <a:dk2>
        <a:srgbClr val="00335B"/>
      </a:dk2>
      <a:lt2>
        <a:srgbClr val="EEECE1"/>
      </a:lt2>
      <a:accent1>
        <a:srgbClr val="00335B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F9338"/>
      </a:accent6>
      <a:hlink>
        <a:srgbClr val="0000FF"/>
      </a:hlink>
      <a:folHlink>
        <a:srgbClr val="800080"/>
      </a:folHlink>
    </a:clrScheme>
    <a:fontScheme name="Schipper Company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5F8B-A3FC-E54D-A666-99341EA6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Notiz_you.dotx</Template>
  <TotalTime>0</TotalTime>
  <Pages>3</Pages>
  <Words>598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Vorlage</vt:lpstr>
    </vt:vector>
  </TitlesOfParts>
  <Manager/>
  <Company>SCHIPPER COMPANY GMBH</Company>
  <LinksUpToDate>false</LinksUpToDate>
  <CharactersWithSpaces>4364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Vorlage</dc:title>
  <dc:subject/>
  <dc:creator>Enno Blanke</dc:creator>
  <cp:keywords/>
  <dc:description/>
  <cp:lastModifiedBy>Office 2</cp:lastModifiedBy>
  <cp:revision>2</cp:revision>
  <cp:lastPrinted>2022-11-29T10:59:00Z</cp:lastPrinted>
  <dcterms:created xsi:type="dcterms:W3CDTF">2023-04-24T07:36:00Z</dcterms:created>
  <dcterms:modified xsi:type="dcterms:W3CDTF">2023-04-24T07:36:00Z</dcterms:modified>
  <cp:category/>
</cp:coreProperties>
</file>